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AA449" w14:textId="77777777" w:rsidR="00EB53CD" w:rsidRPr="00EB53CD" w:rsidRDefault="00EB53CD" w:rsidP="00EB53C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B53C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 xml:space="preserve">Severe acute respiratory syndrome coronavirus 2 isolate SARS-CoV-2/human/USA/CA-SLOPH-C1219/2022 ORF1ab polyprotein (ORF1ab) gene, partial </w:t>
      </w:r>
      <w:proofErr w:type="spellStart"/>
      <w:r w:rsidRPr="00EB53C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cds</w:t>
      </w:r>
      <w:proofErr w:type="spellEnd"/>
      <w:r w:rsidRPr="00EB53C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 xml:space="preserve">; and ORF1a polyprotein (ORF1ab), surface glycoprotein (S), ORF3a protein (ORF3a), envelope protein (E), membrane </w:t>
      </w:r>
      <w:proofErr w:type="spellStart"/>
      <w:r w:rsidRPr="00EB53C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glyc</w:t>
      </w:r>
      <w:proofErr w:type="spellEnd"/>
      <w:r w:rsidRPr="00EB53C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...</w:t>
      </w:r>
    </w:p>
    <w:p w14:paraId="196D70C2" w14:textId="77777777" w:rsidR="00EB53CD" w:rsidRPr="00EB53CD" w:rsidRDefault="00EB53CD" w:rsidP="00EB53C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B53CD">
        <w:rPr>
          <w:rFonts w:ascii="ＭＳ Ｐゴシック" w:eastAsia="ＭＳ Ｐゴシック" w:hAnsi="ＭＳ Ｐゴシック" w:cs="ＭＳ Ｐゴシック"/>
          <w:kern w:val="0"/>
          <w:sz w:val="24"/>
        </w:rPr>
        <w:t>GenBank: ON383919.1</w:t>
      </w:r>
    </w:p>
    <w:p w14:paraId="168B7162" w14:textId="77777777" w:rsidR="00EB53CD" w:rsidRPr="00EB53CD" w:rsidRDefault="00EB53CD" w:rsidP="00EB53C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B53C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B53C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"https://www.ncbi.nlm.nih.gov/nuccore/ON383919.1?report=fasta" </w:instrText>
      </w:r>
      <w:r w:rsidRPr="00EB53C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B53C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B53C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B53C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B53C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B53C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"https://www.ncbi.nlm.nih.gov/nuccore/ON383919.1?report=graph" </w:instrText>
      </w:r>
      <w:r w:rsidRPr="00EB53C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B53C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B53C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B53C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83919.1"/>
    <w:bookmarkEnd w:id="1"/>
    <w:p w14:paraId="7E898B33" w14:textId="77777777" w:rsidR="00EB53CD" w:rsidRPr="00EB53CD" w:rsidRDefault="00EB53CD" w:rsidP="00EB53C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B53C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B53C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"https://www.ncbi.nlm.nih.gov/nuccore/ON383919.1" \l "goto2232461662_0" </w:instrText>
      </w:r>
      <w:r w:rsidRPr="00EB53C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B53C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B53C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DAE121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LOCUS       ON383919               29651 bp    RNA     linear   VRL 29-APR-2022</w:t>
      </w:r>
    </w:p>
    <w:p w14:paraId="19FA0D0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8D1757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SARS-CoV-2/human/USA/CA-SLOPH-C1219/2022 ORF1ab polyprotein</w:t>
      </w:r>
    </w:p>
    <w:p w14:paraId="0694467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gene, partial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cds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; and ORF1a polyprotein (ORF1ab), surface</w:t>
      </w:r>
    </w:p>
    <w:p w14:paraId="01606D8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(S), ORF3a protein (ORF3a), envelope protein (E),</w:t>
      </w:r>
    </w:p>
    <w:p w14:paraId="6B57425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membrane glycoprotein (M), ORF6 protein (ORF6), ORF7a protein</w:t>
      </w:r>
    </w:p>
    <w:p w14:paraId="0D97E89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ORF7b (ORF7b), ORF8 protein (ORF8), nucleocapsid</w:t>
      </w:r>
    </w:p>
    <w:p w14:paraId="17C2625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(N), and ORF10 protein (ORF10) genes, complete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cds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17435EA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ACCESSION   ON383919</w:t>
      </w:r>
    </w:p>
    <w:p w14:paraId="0E92E53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VERSION     ON383919.1</w:t>
      </w:r>
    </w:p>
    <w:p w14:paraId="3471345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BioProject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"https://www.ncbi.nlm.nih.gov/bioproject/PRJNA749279"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PRJNA749279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5F0FB7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BioSample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"https://www.ncbi.nlm.nih.gov/biosample/SAMN27995993"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SAMN27995993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8ECD21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704564F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14068E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F05068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Riboviria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Orthornavirae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Pisuviricota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Pisoniviricetes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4ED7A9F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Nidovirales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Cornidovirineae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Coronaviridae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Orthocoronavirinae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429FD1B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Betacoronavirus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Sarbecovirus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083DAF7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29651)</w:t>
      </w:r>
    </w:p>
    <w:p w14:paraId="4181AC2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Erwin,K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. and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Crowley,S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26B6C71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D006C2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(29-APR-2022) County of San Luis Obispo Public Health</w:t>
      </w:r>
    </w:p>
    <w:p w14:paraId="2443351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Laboratory, County of San Luis Obispo Public Health Laboratory</w:t>
      </w:r>
    </w:p>
    <w:p w14:paraId="4157BFE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submission group, 2191 Johnson Ave, San Luis Obispo, CA 93401, USA</w:t>
      </w:r>
    </w:p>
    <w:p w14:paraId="5E696B3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83919.1"/>
      <w:bookmarkEnd w:id="2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D41F6B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Assembly Method       ::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ClearLabs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BIP-W v. v8</w:t>
      </w:r>
    </w:p>
    <w:p w14:paraId="36A2A1F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Oxford Nanopore Technology</w:t>
      </w:r>
    </w:p>
    <w:p w14:paraId="182D937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77F48A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83919.1"/>
      <w:bookmarkEnd w:id="3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912CAE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1..29651</w:t>
      </w:r>
    </w:p>
    <w:p w14:paraId="40FF5F3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FF432D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64E6F7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mol_type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="genomic RNA"</w:t>
      </w:r>
    </w:p>
    <w:p w14:paraId="3A17058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/isolate="SARS-CoV-2/human/USA/CA-SLOPH-C1219/2022"</w:t>
      </w:r>
    </w:p>
    <w:p w14:paraId="203B785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isolation_source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="clinical"</w:t>
      </w:r>
    </w:p>
    <w:p w14:paraId="24845DD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511292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db_xref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="taxon: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65409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0D6AF4B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collection_date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="2022-04-18"</w:t>
      </w:r>
    </w:p>
    <w:p w14:paraId="5B3BA61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"https://www.ncbi.nlm.nih.gov/nuccore/ON383919.1?from=212&amp;to=20613"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212..&gt;20613</w:t>
      </w:r>
    </w:p>
    <w:p w14:paraId="1A5F995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8BA34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"https://www.ncbi.nlm.nih.gov/nuccore/ON383919.1?location=212:13405,13405:20613"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join(212..13405,13405..&gt;20613)</w:t>
      </w:r>
    </w:p>
    <w:p w14:paraId="6802FB5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70DC5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ribosomal_slippage</w:t>
      </w:r>
      <w:proofErr w:type="spellEnd"/>
    </w:p>
    <w:p w14:paraId="65C20E7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codon_start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0B18D5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687756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protein_id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"https://www.ncbi.nlm.nih.gov/protein/2232461664"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UPQ51241.1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B0D35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BA90E1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F8E85D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9B22C4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359741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9C7571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F650B2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269FCC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71288A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D1130E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78E14A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0BAA1A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2D982C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D7ADBB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D4BEA0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745CD8C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8F4BE1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02CEE3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6BC865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97B35F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6D2F81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PLLSAGIFGADPIHSLRVCVDTVRTNVYLAVFDKNLYDKLVSSFLEMKSEKQVEQKIA</w:t>
      </w:r>
    </w:p>
    <w:p w14:paraId="5684414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AC9201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0E1611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156421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5322F9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157B05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C15755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E44569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EBB991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DED730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961D12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IPCTCGKQATKYLVQQESPFVMMSAPPAQYELKHGTFTCASEYTGNYQCGHYKHIXSK</w:t>
      </w:r>
    </w:p>
    <w:p w14:paraId="28A2365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20C5C2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F386A9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25DC04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1A7329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64BFAC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BDFB7A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09526C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4FCB6F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E032CE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ADF066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9050E1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1F9264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E3F0B1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398AD1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3355FC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1A89BB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C6A21A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E99042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RVFSAVGNICYTPSKLIEYTDFVTSACVLAAECTIFKDASGKPVPYCYDTNVLEGSVA</w:t>
      </w:r>
    </w:p>
    <w:p w14:paraId="5F40B88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0F4495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6AE8C2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144D16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822063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C55C68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1AEBCC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78D08E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KLKVDTANPKTPKYKFIRIQPGQTFSVLACYNGSPSGVYQCAMRHNFTIKGSFLNGSC</w:t>
      </w:r>
    </w:p>
    <w:p w14:paraId="389BE50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FAF211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C94D1B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43D031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LLLTILTSLLVLVQSTQWSLFFFLYENAFLPFAMGIIAMSAFAMMFVKHKHAFLCLFL</w:t>
      </w:r>
    </w:p>
    <w:p w14:paraId="73AD2F8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605062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9CA550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22D746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4D701A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767885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9E72BB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484830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AA2F62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8C973B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368BC2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407C08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87194A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861429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5645100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3284763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1EB90DF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3C5A076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4DB2DF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77E7ED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5AD50DD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3A7FF39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59B12B4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7CD5C51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2FF7DB9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52AF81E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32182DA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649D11C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78BECCA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ABE6E6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069E146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7981629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73B1583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592D3F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1CDB2A7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1EF8C87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492F174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2E9DED4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7BA4330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6547626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7E96B37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766F3F2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TREAVGTNLPLQLGFSTGVNLVAVPTGYVDTPNNTDFSRVSAKPPPGDQFKHLIPLMY</w:t>
      </w:r>
    </w:p>
    <w:p w14:paraId="24D6CF7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5FE15A9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635D880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16387CB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LHDIGNPKAIKCVPQADVEWNFYDAQPCSDKAYKIEELFYSYATHSDKFTDGVCLFWN</w:t>
      </w:r>
    </w:p>
    <w:p w14:paraId="1014475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7502123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6B82F0D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195DA4E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388BC1B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6493E2E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1875563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68797E0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17E5C58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YTEISFMLWCKDGHVETFYPKLQSSQAWQ"</w:t>
      </w:r>
    </w:p>
    <w:p w14:paraId="64D7180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"https://www.ncbi.nlm.nih.gov/protein/UPQ51241.1?from=1&amp;to=180"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2AC2359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8EA24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5F4F92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"https://www.ncbi.nlm.nih.gov/protein/UPQ51241.1?from=181&amp;to=818"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12081CC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44A13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FE960D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"https://www.ncbi.nlm.nih.gov/protein/UPQ51241.1?from=819&amp;to=2763"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473427B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E45FA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235C6F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"https://www.ncbi.nlm.nih.gov/protein/UPQ51241.1?from=2764&amp;to=3263"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141F721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67926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169256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"https://www.ncbi.nlm.nih.gov/protein/UPQ51241.1?from=3264&amp;to=3569"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79CDD1E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F9E50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8D334C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"https://www.ncbi.nlm.nih.gov/protein/UPQ51241.1?from=3570&amp;to=3856"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599D635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F96D9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CEE9B1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"https://www.ncbi.nlm.nih.gov/protein/UPQ51241.1?from=3857&amp;to=3939"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78C09BA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1FDE1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196CC7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"https://www.ncbi.nlm.nih.gov/protein/UPQ51241.1?from=3940&amp;to=4137"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012F34C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092CB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A05EBB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"https://www.ncbi.nlm.nih.gov/protein/UPQ51241.1?from=4138&amp;to=4250"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50315C8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B8A04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5EABFA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"https://www.ncbi.nlm.nih.gov/protein/UPQ51241.1?from=4251&amp;to=4389"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69C84CE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43B19D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A5AA0A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"https://www.ncbi.nlm.nih.gov/protein/UPQ51241.1?from=4390&amp;to=5321"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71D2CB5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CF8ED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BA6A30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"https://www.ncbi.nlm.nih.gov/protein/UPQ51241.1?from=5322&amp;to=5922"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02C9C2E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46CC9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423B14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"https://www.ncbi.nlm.nih.gov/protein/UPQ51241.1?from=5923&amp;to=6449"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4855856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EC981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694717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"https://www.ncbi.nlm.nih.gov/protein/UPQ51241.1?from=6450&amp;to=6795"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37D2CA4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A63DF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endoRNAse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A2F29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"https://www.ncbi.nlm.nih.gov/protein/UPQ51241.1?from=6796&amp;to=6801"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20596..&gt;20613</w:t>
      </w:r>
    </w:p>
    <w:p w14:paraId="06421D0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60143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DF39D2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"https://www.ncbi.nlm.nih.gov/nuccore/ON383919.1?from=212&amp;to=13420"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15E1040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643F5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codon_start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4DE81F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72C8B5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protein_id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"https://www.ncbi.nlm.nih.gov/protein/2232461663"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UPQ51240.1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EB562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9563C6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C5790C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65A3B4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EA1A90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ADD4F6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73BD33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D22088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DADAA9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A7709C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3BEC86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919BD6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B82F60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A2612F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1B230B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5C03FC6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FF5E0B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6B9BCC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E8B9C9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D02601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F2C032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PLLSAGIFGADPIHSLRVCVDTVRTNVYLAVFDKNLYDKLVSSFLEMKSEKQVEQKIA</w:t>
      </w:r>
    </w:p>
    <w:p w14:paraId="5682CC7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2EB83B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028048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A437AC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9C8F64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D9E176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4F3C69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717883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CD0B61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DE7491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CEC711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IPCTCGKQATKYLVQQESPFVMMSAPPAQYELKHGTFTCASEYTGNYQCGHYKHIXSK</w:t>
      </w:r>
    </w:p>
    <w:p w14:paraId="15BB68D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1B269C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491F24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E0883F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7BB12A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EC6DFB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E823E6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5A1199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05F685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733553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759A10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4839FA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88F904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69F7EE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FD49F8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AF9446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7C10F8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47CD92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4A3687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RVFSAVGNICYTPSKLIEYTDFVTSACVLAAECTIFKDASGKPVPYCYDTNVLEGSVA</w:t>
      </w:r>
    </w:p>
    <w:p w14:paraId="0BEA5E2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92B440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BDE9BE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61016C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246C80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074986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40845F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C701F2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KLKVDTANPKTPKYKFIRIQPGQTFSVLACYNGSPSGVYQCAMRHNFTIKGSFLNGSC</w:t>
      </w:r>
    </w:p>
    <w:p w14:paraId="64688EA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A36B62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FF6C33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8AB248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LLLTILTSLLVLVQSTQWSLFFFLYENAFLPFAMGIIAMSAFAMMFVKHKHAFLCLFL</w:t>
      </w:r>
    </w:p>
    <w:p w14:paraId="58A49D2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E2D491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A5AD1F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93621A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CB53E6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029087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1364C2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B13E08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499DFB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E28DB5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074046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DD9D52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8D3556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E7FD2D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8C76E9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"https://www.ncbi.nlm.nih.gov/protein/UPQ51240.1?from=1&amp;to=180"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75E9BE4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36024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A01950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"https://www.ncbi.nlm.nih.gov/protein/UPQ51240.1?from=181&amp;to=818"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59BF6C2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A53E5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15509C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"https://www.ncbi.nlm.nih.gov/protein/UPQ51240.1?from=819&amp;to=2763"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5664513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8D4B0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48347E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"https://www.ncbi.nlm.nih.gov/protein/UPQ51240.1?from=2764&amp;to=3263"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3B69F09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3E8C0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C8E6F2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"https://www.ncbi.nlm.nih.gov/protein/UPQ51240.1?from=3264&amp;to=3569"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7F4A6AF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F5F95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B6C663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"https://www.ncbi.nlm.nih.gov/protein/UPQ51240.1?from=3570&amp;to=3856"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18990D8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A83EC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B7CDFC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"https://www.ncbi.nlm.nih.gov/protein/UPQ51240.1?from=3857&amp;to=3939"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10A2022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396DB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033776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"https://www.ncbi.nlm.nih.gov/protein/UPQ51240.1?from=3940&amp;to=4137"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317957E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2F1C4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55DA3D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"https://www.ncbi.nlm.nih.gov/protein/UPQ51240.1?from=4138&amp;to=4250"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74626DB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1777F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26330C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"https://www.ncbi.nlm.nih.gov/protein/UPQ51240.1?from=4251&amp;to=4389"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7254071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A1807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AC9E6D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"https://www.ncbi.nlm.nih.gov/protein/UPQ51240.1?from=4390&amp;to=4402"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2EA993E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9B0D8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963F33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"https://www.ncbi.nlm.nih.gov/nuccore/ON383919.1?from=13413&amp;to=13440"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3A76CE7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DB6F4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F485AD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5D1F3E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"https://www.ncbi.nlm.nih.gov/nuccore/ON383919.1?from=13425&amp;to=13479"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028699D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C7C9E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B99A11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FC6286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20614..21499</w:t>
      </w:r>
    </w:p>
    <w:p w14:paraId="100996F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estimated_length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=886</w:t>
      </w:r>
    </w:p>
    <w:p w14:paraId="5AF1B56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"https://www.ncbi.nlm.nih.gov/nuccore/ON383919.1?from=21500&amp;to=25312"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05C946A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5A82F6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"https://www.ncbi.nlm.nih.gov/nuccore/ON383919.1?from=21500&amp;to=25312"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702FB89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1C8825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codon_start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43C502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8DB528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protein_id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"https://www.ncbi.nlm.nih.gov/protein/2232461665"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UPQ51242.1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F958D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58D1DD2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061D67E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3128AB4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003F241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157B49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CB897F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00ABD2E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5AC5EB7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RLFRKSNLKPFERDISTEIYQAGNKPCNGVEGFNCYFPLRSYGFRPTYGVGHQPYRVV</w:t>
      </w:r>
    </w:p>
    <w:p w14:paraId="75E6F30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3805F45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77C5CD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90281C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03917F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95A324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5448BBA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554671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2039A4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2F423CC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B21A35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EGVFVSNGTHWFVTQRNFYEPQIITTDNTFVSGNCDVVIGIVNNTVYDPLQPELDSFK</w:t>
      </w:r>
    </w:p>
    <w:p w14:paraId="7483F14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4CD401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120647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2BBB06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"https://www.ncbi.nlm.nih.gov/nuccore/ON383919.1?from=25321&amp;to=26148"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556A501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A8EFD1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"https://www.ncbi.nlm.nih.gov/nuccore/ON383919.1?from=25321&amp;to=26148"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0A90FFF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7B7F2E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codon_start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6ED874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16B1A5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protein_id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"https://www.ncbi.nlm.nih.gov/protein/2232461666"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UPQ51243.1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DE3EE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D1F8F0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EBE4C4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APFLYLYALVYFLQSINFVRIIMRLWLCWKCRSKNPLFYDANYFLCWHTNCYDYCIPY</w:t>
      </w:r>
    </w:p>
    <w:p w14:paraId="4581A9C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A5BB4B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4B301CB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"https://www.ncbi.nlm.nih.gov/nuccore/ON383919.1?from=26173&amp;to=26400"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0FCA11E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61D0BE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"https://www.ncbi.nlm.nih.gov/nuccore/ON383919.1?from=26173&amp;to=26400"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335E7FF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B60523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codon_start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93FE5B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35DA65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protein_id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"https://www.ncbi.nlm.nih.gov/protein/2232461667"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UPQ51244.1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C2CB7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E04841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E4C943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"https://www.ncbi.nlm.nih.gov/nuccore/ON383919.1?from=26451&amp;to=27119"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3ADDDED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CBB8D9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"https://www.ncbi.nlm.nih.gov/nuccore/ON383919.1?from=26451&amp;to=27119"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7232BFE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FF7EA3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codon_start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4E1F55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B8EA40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protein_id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"https://www.ncbi.nlm.nih.gov/protein/2232461668"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UPQ51245.1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37D06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2A42BEE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DA1B82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023422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3AEC28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26919B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"https://www.ncbi.nlm.nih.gov/nuccore/ON383919.1?from=27130&amp;to=27315"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750B900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7A1A95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"https://www.ncbi.nlm.nih.gov/nuccore/ON383919.1?from=27130&amp;to=27315"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6FE998F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F9DFDF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codon_start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B24DC7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/product="ORF6 protein"</w:t>
      </w:r>
    </w:p>
    <w:p w14:paraId="7029FB0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protein_id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"https://www.ncbi.nlm.nih.gov/protein/2232461669"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UPQ51246.1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8FE77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CAF11B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7346E19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"https://www.ncbi.nlm.nih.gov/nuccore/ON383919.1?from=27322&amp;to=27687"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0148FE0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8451CF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"https://www.ncbi.nlm.nih.gov/nuccore/ON383919.1?from=27322&amp;to=27687"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3E7611B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2919B4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codon_start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6FFB74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B281F7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protein_id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"https://www.ncbi.nlm.nih.gov/protein/2232461670"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UPQ51247.1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4C53A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43105D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7B974A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0BCEDF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"https://www.ncbi.nlm.nih.gov/nuccore/ON383919.1?from=27684&amp;to=27815"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27684..27815</w:t>
      </w:r>
    </w:p>
    <w:p w14:paraId="4B0187D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4C48FD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"https://www.ncbi.nlm.nih.gov/nuccore/ON383919.1?from=27684&amp;to=27815"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27684..27815</w:t>
      </w:r>
    </w:p>
    <w:p w14:paraId="53CF951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D9810C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codon_start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DC7EE8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A162A7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protein_id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"https://www.ncbi.nlm.nih.gov/protein/2232461671"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UPQ51248.1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67583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AB0190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"https://www.ncbi.nlm.nih.gov/nuccore/ON383919.1?from=27822&amp;to=28187"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27822..28187</w:t>
      </w:r>
    </w:p>
    <w:p w14:paraId="00BD4D3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947A30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"https://www.ncbi.nlm.nih.gov/nuccore/ON383919.1?from=27822&amp;to=28187"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27822..28187</w:t>
      </w:r>
    </w:p>
    <w:p w14:paraId="4C46F76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98EDD8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codon_start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8D6329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C60299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protein_id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"https://www.ncbi.nlm.nih.gov/protein/2232461672"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UPQ51249.1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296CE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04410A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E404AC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381E10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"https://www.ncbi.nlm.nih.gov/nuccore/ON383919.1?from=28202&amp;to=29452"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08A1B0F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E0FBAA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"https://www.ncbi.nlm.nih.gov/nuccore/ON383919.1?from=28202&amp;to=29452"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7C78128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56B7C9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codon_start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796911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648944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protein_id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"https://www.ncbi.nlm.nih.gov/protein/2232461673"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UPQ51250.1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6CD30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EE8F46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NTVSWFTALTQHGKEDLKFPRGQGVPINTNSSPDDQIGYYRRATRRIRGGDGKMKDLS</w:t>
      </w:r>
    </w:p>
    <w:p w14:paraId="69F5287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D1DA87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GTTLPKGFYAEGSRGGSQASSRSSSRSRNSSRNSTPGSSKRTSPARMAGNGGDAALAL</w:t>
      </w:r>
    </w:p>
    <w:p w14:paraId="75D5555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436EE2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A5B0D0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20FD4F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246987C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"https://www.ncbi.nlm.nih.gov/nuccore/ON383919.1?from=29477&amp;to=29593"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29477..29593</w:t>
      </w:r>
    </w:p>
    <w:p w14:paraId="7F8BCAA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0E9E97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"https://www.ncbi.nlm.nih.gov/nuccore/ON383919.1?from=29477&amp;to=29593"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29477..29593</w:t>
      </w:r>
    </w:p>
    <w:p w14:paraId="18AF609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B1A38B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codon_start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7FE512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27BC6A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protein_id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"https://www.ncbi.nlm.nih.gov/protein/2232461674"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UPQ51251.1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8159D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A61B25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"https://www.ncbi.nlm.nih.gov/nuccore/ON383919.1?from=29528&amp;to=29563"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610407B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2A94D0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3FCD2F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"https://www.ncbi.nlm.nih.gov/nuccore/ON383919.1?from=29548&amp;to=29576"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753559D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AC380D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93290B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"https://www.ncbi.nlm.nih.gov/nuccore/ON383919.1?from=29647&amp;to=29651"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29647..&gt;29651</w:t>
      </w:r>
    </w:p>
    <w:p w14:paraId="03E7C4A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D702FA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3E0221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83919.1"/>
      <w:bookmarkEnd w:id="4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agatctgttc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tctaaacgaa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ctttaaaatc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tgtgtggctg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tcactcggct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gcatgcttag</w:t>
      </w:r>
      <w:proofErr w:type="spellEnd"/>
    </w:p>
    <w:p w14:paraId="48885D5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tgcactcacg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cagtataatt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aataactaat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tactgtcgtt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gacaggacac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gagtaactcg</w:t>
      </w:r>
      <w:proofErr w:type="spellEnd"/>
    </w:p>
    <w:p w14:paraId="32729B8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tctatcttct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gcaggctgct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tacggtttcg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tccgtgttgc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agccgatcat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cagcacatct</w:t>
      </w:r>
      <w:proofErr w:type="spellEnd"/>
    </w:p>
    <w:p w14:paraId="71C5E66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aggttttgtc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cgggtgtgac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cgaaaggtaa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gatggagagc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cttgtccctg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gtttcaacga</w:t>
      </w:r>
      <w:proofErr w:type="spellEnd"/>
    </w:p>
    <w:p w14:paraId="5025057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gaaaacacac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gtccaactca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gtttgcctgt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tttacaggtt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cgcgacgtgc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tcgtacgtgg</w:t>
      </w:r>
      <w:proofErr w:type="spellEnd"/>
    </w:p>
    <w:p w14:paraId="375060D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ctttggagac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tccgtggagg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aggtcttatc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agaggcacgt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caacatctta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aagatggcac</w:t>
      </w:r>
      <w:proofErr w:type="spellEnd"/>
    </w:p>
    <w:p w14:paraId="21A0803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ttgtggctta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gtagaagttg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aaaaaggcgt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tttgcctcaa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cttgaacagc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cctatgtgtt</w:t>
      </w:r>
      <w:proofErr w:type="spellEnd"/>
    </w:p>
    <w:p w14:paraId="25644CF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catcaaacgt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tcggatgctc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gaactgcacc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tcatggtcat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gttatggttg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agctggtagc</w:t>
      </w:r>
      <w:proofErr w:type="spellEnd"/>
    </w:p>
    <w:p w14:paraId="13EAAC4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agaactcgaa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ggcattcagt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acggtcgtag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tggtgagaca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cttggtgtcc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ttgtccctca</w:t>
      </w:r>
      <w:proofErr w:type="spellEnd"/>
    </w:p>
    <w:p w14:paraId="2CDEF66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tgtgggcgaa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ataccagtgg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cttaccgcaa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ggttcttctt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cgtaagaacg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gtaataaagg</w:t>
      </w:r>
      <w:proofErr w:type="spellEnd"/>
    </w:p>
    <w:p w14:paraId="009ECCF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agctggtggc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cataggtacg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gcgccgatct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aaagtcattt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gacttaggcg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acgagcttgg</w:t>
      </w:r>
      <w:proofErr w:type="spellEnd"/>
    </w:p>
    <w:p w14:paraId="672AF95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cactgatcct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tatgaagatt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ttcaagaaaa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ctggaacact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aaacatagca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gtggtgttac</w:t>
      </w:r>
      <w:proofErr w:type="spellEnd"/>
    </w:p>
    <w:p w14:paraId="76ADAE3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ccgtgaactc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atgcgtgagc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ttaacggagg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ggcatacact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cgctatgtcg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ataacaactt</w:t>
      </w:r>
      <w:proofErr w:type="spellEnd"/>
    </w:p>
    <w:p w14:paraId="00007CB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ctgtggccct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gatggctacc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ctcttgagtg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cattaaagac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cttctagcac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gtgctggtaa</w:t>
      </w:r>
      <w:proofErr w:type="spellEnd"/>
    </w:p>
    <w:p w14:paraId="2DBC8BE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agcttcatgc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actttgtccg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aacaactgga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ctttattgac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actaagaggg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gtgtatactg</w:t>
      </w:r>
      <w:proofErr w:type="spellEnd"/>
    </w:p>
    <w:p w14:paraId="35503BE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ctgccgtgaa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catgagcatg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aaattgcttg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gtacacggaa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cgttctgaaa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agagctatga</w:t>
      </w:r>
      <w:proofErr w:type="spellEnd"/>
    </w:p>
    <w:p w14:paraId="6217789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attgcagaca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ccttttgaaa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ttaaattggc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aaagaaattt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gacaccttca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atggggaatg</w:t>
      </w:r>
      <w:proofErr w:type="spellEnd"/>
    </w:p>
    <w:p w14:paraId="3979367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tccaaatttt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gtatttccct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taaattccat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aatcaagact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attcaaccaa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gggttgaaaa</w:t>
      </w:r>
      <w:proofErr w:type="spellEnd"/>
    </w:p>
    <w:p w14:paraId="7A2BE46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gaaaaagctt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gatggcttta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tgggtagaat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tcgatctgtc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tatccagttg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cgtcaccaaa</w:t>
      </w:r>
      <w:proofErr w:type="spellEnd"/>
    </w:p>
    <w:p w14:paraId="00E6F7F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tgaatgcaac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caaatgtgcc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tttcaactct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catgaagtgt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gatcattgtg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gtgaaacttc</w:t>
      </w:r>
      <w:proofErr w:type="spellEnd"/>
    </w:p>
    <w:p w14:paraId="37C3E54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1201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atggcagacg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ggcgattttg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ttaaagccac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ttgcgaattt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tgtggcactg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agaatttgac</w:t>
      </w:r>
      <w:proofErr w:type="spellEnd"/>
    </w:p>
    <w:p w14:paraId="7140664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taaagaaggt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gccactactt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gtggttactt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accccaaaat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gctgttgtta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aaatttattg</w:t>
      </w:r>
      <w:proofErr w:type="spellEnd"/>
    </w:p>
    <w:p w14:paraId="4EA0BD0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tccagcatgt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cacaattcag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aagtaggacc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tgagcatagt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cttgccgaat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accataatga</w:t>
      </w:r>
      <w:proofErr w:type="spellEnd"/>
    </w:p>
    <w:p w14:paraId="077FE27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atctggcttg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aaaaccattc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ttcgtaaggg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tggtcgcact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attgcctttg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gaggctgtgt</w:t>
      </w:r>
      <w:proofErr w:type="spellEnd"/>
    </w:p>
    <w:p w14:paraId="501F1EC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gttctcttat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gttggttgcc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ataacaagtg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tgcctattgg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gttccacgtg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ctagcgctaa</w:t>
      </w:r>
      <w:proofErr w:type="spellEnd"/>
    </w:p>
    <w:p w14:paraId="54EBCF2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cataggttgt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aaccatacag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gtgttgttgg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agaaggttcc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gaaggtctta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atgacaacct</w:t>
      </w:r>
      <w:proofErr w:type="spellEnd"/>
    </w:p>
    <w:p w14:paraId="7577848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tcttgaaata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ctccaaaaag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agaaagtcaa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catcaatatt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gttggtgact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ttaaacttaa</w:t>
      </w:r>
      <w:proofErr w:type="spellEnd"/>
    </w:p>
    <w:p w14:paraId="05241C1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tgaagagatc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gccattattt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tggcatcttt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ttctgcttcc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acaagtgctt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ttgtggaaac</w:t>
      </w:r>
      <w:proofErr w:type="spellEnd"/>
    </w:p>
    <w:p w14:paraId="555576B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tgtgaaaggt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ttggattata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aagcattcaa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acaaattgtt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gaatcctgtg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gtaattttaa</w:t>
      </w:r>
      <w:proofErr w:type="spellEnd"/>
    </w:p>
    <w:p w14:paraId="4AB9243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agttacaaaa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ggaaaagcta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aaaaaggtgc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ctggaatatt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ggtgaacaga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aatcaatact</w:t>
      </w:r>
      <w:proofErr w:type="spellEnd"/>
    </w:p>
    <w:p w14:paraId="3BAE95D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gagtcctctt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tatgcatttg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catcagaggc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tgctcgtgtt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gtacgatcaa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ttttctcccg</w:t>
      </w:r>
      <w:proofErr w:type="spellEnd"/>
    </w:p>
    <w:p w14:paraId="33B62BD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cactcttgaa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actgctcaaa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attctgtgcg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tgttttacag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aaggccgcta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taacaatact</w:t>
      </w:r>
      <w:proofErr w:type="spellEnd"/>
    </w:p>
    <w:p w14:paraId="6EBDE5A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agatggaatt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tcacagtatt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cactgagact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cattgatgct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atgatgttca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catctgattt</w:t>
      </w:r>
      <w:proofErr w:type="spellEnd"/>
    </w:p>
    <w:p w14:paraId="061FF0C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ggctactaac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aatctagttg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taatggccta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cattacaggt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ggtgttgttc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agttgacttc</w:t>
      </w:r>
      <w:proofErr w:type="spellEnd"/>
    </w:p>
    <w:p w14:paraId="1264529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gcagtggcta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actaacatct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ttggcactgt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ttatgaaaaa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ctcaaacccg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tccttgattg</w:t>
      </w:r>
      <w:proofErr w:type="spellEnd"/>
    </w:p>
    <w:p w14:paraId="2DC0437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gcttgaagag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aagtttaagg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aaggtgtaga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gtttcttaga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gacggttggg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aaattgttaa</w:t>
      </w:r>
      <w:proofErr w:type="spellEnd"/>
    </w:p>
    <w:p w14:paraId="43E90E5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atttatctca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acctgtgctt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gtgaaattgt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cggtggacaa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attgtcacct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gtgcaaagga</w:t>
      </w:r>
      <w:proofErr w:type="spellEnd"/>
    </w:p>
    <w:p w14:paraId="5ED6E3F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aattaaggag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agtgttcaga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cattctttaa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gcttgtaaat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aaatttttgg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ctttgtgtgc</w:t>
      </w:r>
      <w:proofErr w:type="spellEnd"/>
    </w:p>
    <w:p w14:paraId="74F51AF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tgactctatc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attattggtg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gagctaaact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taaagccttg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aatttaggtg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aaacatttgt</w:t>
      </w:r>
      <w:proofErr w:type="spellEnd"/>
    </w:p>
    <w:p w14:paraId="7A18E04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cacgcactca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aagggattgt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acagaaagtg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tgttaaatcc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agagaagaaa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ctggcctact</w:t>
      </w:r>
      <w:proofErr w:type="spellEnd"/>
    </w:p>
    <w:p w14:paraId="27600C2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catgcctcta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aaagccccaa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aagaaattat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cttcttagag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ggagaaacac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ttcccacaga</w:t>
      </w:r>
      <w:proofErr w:type="spellEnd"/>
    </w:p>
    <w:p w14:paraId="2ABE4B3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agtgttaaca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gaggaagttg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tcttgaaaac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tggtgattta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caaccattag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aacaacctac</w:t>
      </w:r>
      <w:proofErr w:type="spellEnd"/>
    </w:p>
    <w:p w14:paraId="615784A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tagtgaagct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gttgaagctc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cattggttgg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tacaccagtt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tgtattaacg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ggcttatgtt</w:t>
      </w:r>
      <w:proofErr w:type="spellEnd"/>
    </w:p>
    <w:p w14:paraId="758892B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gctcgaaatc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aaagacacag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aaaagtactg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tgcccttgca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cctaatatga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tggtaacaaa</w:t>
      </w:r>
      <w:proofErr w:type="spellEnd"/>
    </w:p>
    <w:p w14:paraId="1371827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caataccttc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acactcaaag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gcggtgcacc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aacaaaggtt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acttttggtg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atgacactgt</w:t>
      </w:r>
      <w:proofErr w:type="spellEnd"/>
    </w:p>
    <w:p w14:paraId="04A634F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gatagaagtg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caaggttaca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agagtgtgaa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tatcattttt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gaacttgatg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aaaggattga</w:t>
      </w:r>
      <w:proofErr w:type="spellEnd"/>
    </w:p>
    <w:p w14:paraId="7749E01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taaagtactt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aatgagaagt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gctctgccta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cacagttgaa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ctcggtacag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aagtaaatga</w:t>
      </w:r>
      <w:proofErr w:type="spellEnd"/>
    </w:p>
    <w:p w14:paraId="682774D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gttcgcctgt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gttgtggcag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atgctgtcat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aaaaactttg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caaccagtat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ctgaattact</w:t>
      </w:r>
      <w:proofErr w:type="spellEnd"/>
    </w:p>
    <w:p w14:paraId="4CBAB19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tacaccactg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ggcattgatt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tagatgagtg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gagtatggct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acatactact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tatttgatga</w:t>
      </w:r>
      <w:proofErr w:type="spellEnd"/>
    </w:p>
    <w:p w14:paraId="313B413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gtctggtgag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tttaaattgg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cttcacatat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gtattgttct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ttttaccctc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cagatgagga</w:t>
      </w:r>
      <w:proofErr w:type="spellEnd"/>
    </w:p>
    <w:p w14:paraId="4941117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tgaagaagaa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ggtgattgtg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aagaagaaga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gtttgagcca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tcaactcaat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atgagtatgg</w:t>
      </w:r>
      <w:proofErr w:type="spellEnd"/>
    </w:p>
    <w:p w14:paraId="604847E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tactgaagat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gattaccaag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gtaaaccttt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ggaatttggt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gccacttctg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ctgctcttca</w:t>
      </w:r>
      <w:proofErr w:type="spellEnd"/>
    </w:p>
    <w:p w14:paraId="4FFAD61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acctgaagaa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gagcaagaag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aagattggtt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agatgatgat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agtcaacaaa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ctgttggtca</w:t>
      </w:r>
      <w:proofErr w:type="spellEnd"/>
    </w:p>
    <w:p w14:paraId="64F4D9A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acaagacggc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agtgaggaca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atcagacaac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tactattcaa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acaattgttg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aggttcaacc</w:t>
      </w:r>
      <w:proofErr w:type="spellEnd"/>
    </w:p>
    <w:p w14:paraId="204F6BB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tcaattagag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atggaactta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caccagttgt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tcagactatt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gaagtgaata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gttttagtgg</w:t>
      </w:r>
      <w:proofErr w:type="spellEnd"/>
    </w:p>
    <w:p w14:paraId="21E4D36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ttatttaaaa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cttactgaca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atgtatacat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taaaaatgca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gacattgtgg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aagaagctaa</w:t>
      </w:r>
      <w:proofErr w:type="spellEnd"/>
    </w:p>
    <w:p w14:paraId="628E000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aaaggtaaaa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ccaacagtgg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ttgttaatgc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agccaatgtt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taccttaaac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atggaggagg</w:t>
      </w:r>
      <w:proofErr w:type="spellEnd"/>
    </w:p>
    <w:p w14:paraId="7CA4444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tgttgcagga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gccttaaata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aggctactaa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caatgccatg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caagttgaat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ctgatgatta</w:t>
      </w:r>
      <w:proofErr w:type="spellEnd"/>
    </w:p>
    <w:p w14:paraId="44DBCD3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catagctact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aatggaccac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ttaaagtggg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tggtagttgt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gttttaagcg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gacacaatct</w:t>
      </w:r>
      <w:proofErr w:type="spellEnd"/>
    </w:p>
    <w:p w14:paraId="3F5D12E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tgctaaacac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tgtcttcatg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ttgtcggccc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aaatgttaac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aaaggtgaag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acattcaact</w:t>
      </w:r>
      <w:proofErr w:type="spellEnd"/>
    </w:p>
    <w:p w14:paraId="70AAB97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tcttaagagt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gcttatgaaa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attttaatca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gcacgaagtt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ctacttgcac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cattattatc</w:t>
      </w:r>
      <w:proofErr w:type="spellEnd"/>
    </w:p>
    <w:p w14:paraId="60995DF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agctggtatt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tttggtgctg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accctataca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ttctttaaga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gtttgtgtag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atactgttcg</w:t>
      </w:r>
      <w:proofErr w:type="spellEnd"/>
    </w:p>
    <w:p w14:paraId="76B5FFC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3721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cacaaatgtc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tacttagctg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tctttgataa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aaatctctat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gacaaacttg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tttcaagctt</w:t>
      </w:r>
      <w:proofErr w:type="spellEnd"/>
    </w:p>
    <w:p w14:paraId="3F22609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tttggaaatg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aagagtgaaa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agcaagttga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acaaaagatc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gctgagattc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ctaaagagga</w:t>
      </w:r>
      <w:proofErr w:type="spellEnd"/>
    </w:p>
    <w:p w14:paraId="24E05EE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agttaagcca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tttataactg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aaagtaaacc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ttcagttgaa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cagagaaaac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aagatgataa</w:t>
      </w:r>
      <w:proofErr w:type="spellEnd"/>
    </w:p>
    <w:p w14:paraId="4EA5291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gaaaatcaaa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gcttgtgttg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aagaagttac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aacaactctg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gaagaaacta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agttcctcac</w:t>
      </w:r>
      <w:proofErr w:type="spellEnd"/>
    </w:p>
    <w:p w14:paraId="3126568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agaaaacttg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ttactttata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ttgacattaa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tggcaatctt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catccagatt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ctgccactct</w:t>
      </w:r>
      <w:proofErr w:type="spellEnd"/>
    </w:p>
    <w:p w14:paraId="26D19C6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tgttagtgac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attgacatca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ctttcttaaa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gaaagatgct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ccatatatag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tgggtgatgt</w:t>
      </w:r>
      <w:proofErr w:type="spellEnd"/>
    </w:p>
    <w:p w14:paraId="526B14A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tgttcaagag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ggtgttttaa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ctgctgtggt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tatacctact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aaaaaggcta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gtggcactac</w:t>
      </w:r>
      <w:proofErr w:type="spellEnd"/>
    </w:p>
    <w:p w14:paraId="7105468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tgaaatgcta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gcgaaagctt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tgagaaaagt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gccaacagac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aattatataa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ccacttaccc</w:t>
      </w:r>
      <w:proofErr w:type="spellEnd"/>
    </w:p>
    <w:p w14:paraId="72708C4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gggtcagggt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ttaaatggtt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acactgtaga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ggaggcaaag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acagtgctta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aaaagtgtaa</w:t>
      </w:r>
      <w:proofErr w:type="spellEnd"/>
    </w:p>
    <w:p w14:paraId="62C25FC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aagtgctttt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tacattctac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catctattat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ctctaatgag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aagcaagaaa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ttcttggaac</w:t>
      </w:r>
      <w:proofErr w:type="spellEnd"/>
    </w:p>
    <w:p w14:paraId="55E122F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tgtttcttgg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aatttgcgag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aaatgcttgc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acatgcagaa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gaaacacgca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aattaatgcc</w:t>
      </w:r>
      <w:proofErr w:type="spellEnd"/>
    </w:p>
    <w:p w14:paraId="390851F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tgtctgtgtg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gaaactaaag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ccatagtttc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aactatacag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cgtaaatata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agggtattaa</w:t>
      </w:r>
      <w:proofErr w:type="spellEnd"/>
    </w:p>
    <w:p w14:paraId="0F3DA64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aatacaagag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ggtgtggttg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attatggtgc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tagattttac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ttttacacca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gtaaaacaac</w:t>
      </w:r>
      <w:proofErr w:type="spellEnd"/>
    </w:p>
    <w:p w14:paraId="4B20F66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tgtagcgtca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cttatcaaca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cacttaacga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tctaaatgaa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actcttgtta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caatgccact</w:t>
      </w:r>
      <w:proofErr w:type="spellEnd"/>
    </w:p>
    <w:p w14:paraId="4A9A2DA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tggctatgta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acacatggct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taaatttgga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agaagctgct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cggtatatga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gatctctcaa</w:t>
      </w:r>
      <w:proofErr w:type="spellEnd"/>
    </w:p>
    <w:p w14:paraId="17D738A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agtgccagct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acagtttctg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tttcttcacc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tgatgctgtt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acagcgtata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atggttatct</w:t>
      </w:r>
      <w:proofErr w:type="spellEnd"/>
    </w:p>
    <w:p w14:paraId="36A4A98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tacttcttct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tctaaaacac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ctgaagaaca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ttttattgaa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accatctcac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ttgctggttc</w:t>
      </w:r>
      <w:proofErr w:type="spellEnd"/>
    </w:p>
    <w:p w14:paraId="66091BA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ctataaagat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tggtcctatt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ctggacaatc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tacacaacta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ggtatagaat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ttcttaagag</w:t>
      </w:r>
      <w:proofErr w:type="spellEnd"/>
    </w:p>
    <w:p w14:paraId="0676AD9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aggtgataaa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agtgtatatt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acactagtaa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tcctaccaca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ttccacctag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atggtgaagt</w:t>
      </w:r>
      <w:proofErr w:type="spellEnd"/>
    </w:p>
    <w:p w14:paraId="11ED234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tatcaccttt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gacaatctta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agacacttct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ttctttgaga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gaagtgagga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ctattaaggt</w:t>
      </w:r>
      <w:proofErr w:type="spellEnd"/>
    </w:p>
    <w:p w14:paraId="516E92C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gtttacaaca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gtagacaaca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ttaacctcca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cacgcaagtt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gtggacatgt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caatgacata</w:t>
      </w:r>
      <w:proofErr w:type="spellEnd"/>
    </w:p>
    <w:p w14:paraId="1A0213D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tggacaacag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tttggtccaa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cttatttgga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tggagctgat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gttactaaaa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taaaacctca</w:t>
      </w:r>
      <w:proofErr w:type="spellEnd"/>
    </w:p>
    <w:p w14:paraId="5CC1063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taattcacat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gaaggtaaaa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cattttatgt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tttacctaat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gatgacactc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tacgtgttga</w:t>
      </w:r>
      <w:proofErr w:type="spellEnd"/>
    </w:p>
    <w:p w14:paraId="74191CC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ggcttttgag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tactaccaca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caactgatcc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tagttttctg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ggtaggtaca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tgtcagcatt</w:t>
      </w:r>
      <w:proofErr w:type="spellEnd"/>
    </w:p>
    <w:p w14:paraId="027247E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aaatcacact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aaaaagtgga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aatacccaca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agttaatggt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ttaacttcta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ttaaatgggc</w:t>
      </w:r>
      <w:proofErr w:type="spellEnd"/>
    </w:p>
    <w:p w14:paraId="753E212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agataacaac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tgttatcttg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ccactgcatt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gttaacactc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caacaaatag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agttgaagtt</w:t>
      </w:r>
      <w:proofErr w:type="spellEnd"/>
    </w:p>
    <w:p w14:paraId="6B8A5E4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taatccacct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gctctacaag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atgcttatta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cagagcaagg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gctggtgaag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ctgctaactt</w:t>
      </w:r>
      <w:proofErr w:type="spellEnd"/>
    </w:p>
    <w:p w14:paraId="3650F3C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ttgtgcactt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atcttagcct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actgtaataa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gacagtaggt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gagttaggtg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atgttagaga</w:t>
      </w:r>
      <w:proofErr w:type="spellEnd"/>
    </w:p>
    <w:p w14:paraId="5AA44B7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aacaatgagt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tacttgtttc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aacatgccaa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tttagattct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tgcaaaagag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tcttgaacgt</w:t>
      </w:r>
      <w:proofErr w:type="spellEnd"/>
    </w:p>
    <w:p w14:paraId="6BEF127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ggtgtgtaaa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acttgtggac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aacagcagac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aacccttaag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ggtgtagaag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ctgttatgta</w:t>
      </w:r>
      <w:proofErr w:type="spellEnd"/>
    </w:p>
    <w:p w14:paraId="4DA3D54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catgggcaca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ctttcttatg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aacaatttaa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gaaaggtgtt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cagatacctt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gtacgtgtgg</w:t>
      </w:r>
      <w:proofErr w:type="spellEnd"/>
    </w:p>
    <w:p w14:paraId="2139658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taaacaagct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acaaaatatc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tagtacaaca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ggagtcacct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tttgttatga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tgtcagcacc</w:t>
      </w:r>
      <w:proofErr w:type="spellEnd"/>
    </w:p>
    <w:p w14:paraId="31F98F8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acctgctcag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tatgaactta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agcatggtac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atttacttgt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gctagtgagt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acactggtaa</w:t>
      </w:r>
      <w:proofErr w:type="spellEnd"/>
    </w:p>
    <w:p w14:paraId="4E0384C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ttaccagtgt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ggtcactata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aacatataan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ttctaaagaa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actttgtatt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gcatagacgg</w:t>
      </w:r>
      <w:proofErr w:type="spellEnd"/>
    </w:p>
    <w:p w14:paraId="7808DD1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tgctttactt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acaaagtcct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cagaatacaa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aggtcctatt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acggatgttt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tctacaaaga</w:t>
      </w:r>
      <w:proofErr w:type="spellEnd"/>
    </w:p>
    <w:p w14:paraId="0716BAA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aaacagttac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acaacaacca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taaaaccagt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tacttataaa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ttggatggtg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ttgtttgtac</w:t>
      </w:r>
      <w:proofErr w:type="spellEnd"/>
    </w:p>
    <w:p w14:paraId="0E03B04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agaaattgac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cctaagttgg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acaattatta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taagaaagac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aattcttatt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tcacagagca</w:t>
      </w:r>
      <w:proofErr w:type="spellEnd"/>
    </w:p>
    <w:p w14:paraId="3E8D4C5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accaattgat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cttgtaccaa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accaaccata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tccaaacgca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agcttcgata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attttaagtt</w:t>
      </w:r>
      <w:proofErr w:type="spellEnd"/>
    </w:p>
    <w:p w14:paraId="4DB644D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tgtatgtgat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aatatcaaat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ttgctgatga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tttaaaccag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ttaactggtt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ataagaaacc</w:t>
      </w:r>
      <w:proofErr w:type="spellEnd"/>
    </w:p>
    <w:p w14:paraId="647C2F3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tgcttcaaga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gagcttaaag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ttacattttt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ccctgactta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aatggtgatg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tggtggctat</w:t>
      </w:r>
      <w:proofErr w:type="spellEnd"/>
    </w:p>
    <w:p w14:paraId="0B2C50E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tgattataaa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cactacacac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cctcttttaa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gaaaggagct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aaattgttac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ataaacctat</w:t>
      </w:r>
      <w:proofErr w:type="spellEnd"/>
    </w:p>
    <w:p w14:paraId="3E27CA4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tgtttggcat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gttaacaatg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caactaataa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agccacgtat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aaaccaaata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cctggtgtat</w:t>
      </w:r>
      <w:proofErr w:type="spellEnd"/>
    </w:p>
    <w:p w14:paraId="1787563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6241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acgttgtctt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tggagcacaa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aaccagttga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aacatcaaat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tcgtttgatg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tactgaagtc</w:t>
      </w:r>
      <w:proofErr w:type="spellEnd"/>
    </w:p>
    <w:p w14:paraId="3E0348B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agaggacgcg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cagggaatgg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ataatcttgc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ctgcgaagat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ctaaaaccag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tctctgaaga</w:t>
      </w:r>
      <w:proofErr w:type="spellEnd"/>
    </w:p>
    <w:p w14:paraId="1F09219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agtagtggaa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aatcctacca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tacagaaaga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cgttcttgag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tgtaatgtga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aaactaccga</w:t>
      </w:r>
      <w:proofErr w:type="spellEnd"/>
    </w:p>
    <w:p w14:paraId="3C5A95E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agttgtagga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gacattatac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ttaaaccagc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aaataatagt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ttaaaaatta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cagaagaggt</w:t>
      </w:r>
      <w:proofErr w:type="spellEnd"/>
    </w:p>
    <w:p w14:paraId="7A35253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tggccacaca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gatctaatgg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ctgcttatgt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agacaattct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agtcttacta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ttaagaaacc</w:t>
      </w:r>
      <w:proofErr w:type="spellEnd"/>
    </w:p>
    <w:p w14:paraId="63E1A39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taatgaatta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tctagagtat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taggtttgaa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aacccttgct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actcatggtt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tagctgctgt</w:t>
      </w:r>
      <w:proofErr w:type="spellEnd"/>
    </w:p>
    <w:p w14:paraId="624CE3C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taatagtgtc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ccttgggata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ctatagctaa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ttatgctaag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ccttttctta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acaaagttgt</w:t>
      </w:r>
      <w:proofErr w:type="spellEnd"/>
    </w:p>
    <w:p w14:paraId="3ACBAEB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tagtacaact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actaacatag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ttacacggtg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tttaaaccgt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gtttgtacta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attatatgcc</w:t>
      </w:r>
      <w:proofErr w:type="spellEnd"/>
    </w:p>
    <w:p w14:paraId="32FAD01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ttatttcttt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actttattgc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tacaattgtg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tacttttact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agaagtacaa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attctagaat</w:t>
      </w:r>
      <w:proofErr w:type="spellEnd"/>
    </w:p>
    <w:p w14:paraId="5B0DD6E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taaagcatct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atgccgacta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ctatagcaaa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gaatactgtt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aagagtgtcg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gtaaattttg</w:t>
      </w:r>
      <w:proofErr w:type="spellEnd"/>
    </w:p>
    <w:p w14:paraId="3CF9250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tctagaggct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tcatttaatt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atttgaagtc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acctaatttt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tctaaactga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taaatattat</w:t>
      </w:r>
      <w:proofErr w:type="spellEnd"/>
    </w:p>
    <w:p w14:paraId="3D0DFBE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aatttggttt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ttactattaa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gtgtttgcct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aggttcttta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atctactcaa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ccgctgcttt</w:t>
      </w:r>
      <w:proofErr w:type="spellEnd"/>
    </w:p>
    <w:p w14:paraId="5C855A2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aggtgtttta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atgtctaatt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taggcatgcc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ttcttactgt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actggttaca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gagaaggcta</w:t>
      </w:r>
      <w:proofErr w:type="spellEnd"/>
    </w:p>
    <w:p w14:paraId="02E1765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tttgaactct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actaatgtca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ctattgcaac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ctactgtact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ggttctatac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cttgtagtgt</w:t>
      </w:r>
      <w:proofErr w:type="spellEnd"/>
    </w:p>
    <w:p w14:paraId="1E84F8F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ttgtcttagt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ggtttagatt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ctttagacac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ctatccttct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ttagaaacta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tacaaattac</w:t>
      </w:r>
      <w:proofErr w:type="spellEnd"/>
    </w:p>
    <w:p w14:paraId="6E4EDE2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catttcatct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tttaaatggg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atttaactgc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ttttggctta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gttgcagagt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ggtttttggc</w:t>
      </w:r>
      <w:proofErr w:type="spellEnd"/>
    </w:p>
    <w:p w14:paraId="62ADCCF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atatattctt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ttcactaggt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ttttctatgt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acttggattg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gctgcaatca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tgcaattgtt</w:t>
      </w:r>
      <w:proofErr w:type="spellEnd"/>
    </w:p>
    <w:p w14:paraId="409D2C8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tttcagctat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tttgcagtac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attttattag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taattcttgg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cttatgtggt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taataattaa</w:t>
      </w:r>
      <w:proofErr w:type="spellEnd"/>
    </w:p>
    <w:p w14:paraId="68C1CFC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tcttgtacaa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atggccccga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tttcagctat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ggttagaatg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tacatcttct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ttgcatcatt</w:t>
      </w:r>
      <w:proofErr w:type="spellEnd"/>
    </w:p>
    <w:p w14:paraId="6E4C902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ttattatgta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tggaaaagtt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atgtgcatgt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tgtagacggt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tgtaattcat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caacttgtat</w:t>
      </w:r>
      <w:proofErr w:type="spellEnd"/>
    </w:p>
    <w:p w14:paraId="0A43355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gatgtgttac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aaacgtaata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gagcaacaag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agtcgaatgt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acaactattg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ttaatggtgt</w:t>
      </w:r>
      <w:proofErr w:type="spellEnd"/>
    </w:p>
    <w:p w14:paraId="4F61DFC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tagaaggtcc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ttttatgtct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atgctaatgg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aggtaaaggc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ttttgcaaac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tacacaattg</w:t>
      </w:r>
      <w:proofErr w:type="spellEnd"/>
    </w:p>
    <w:p w14:paraId="78D3F18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gaattgtgtt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aattgtgata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cattctgtgc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tggtagtaca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tttattagtg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atgaagttgc</w:t>
      </w:r>
      <w:proofErr w:type="spellEnd"/>
    </w:p>
    <w:p w14:paraId="75E6708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gagagacttg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tcactacagt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ttaaaagacc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aataaatcct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actgaccagt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cttcttacat</w:t>
      </w:r>
      <w:proofErr w:type="spellEnd"/>
    </w:p>
    <w:p w14:paraId="2478082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cgttgatagt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gttacagtga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agaatggttc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catccatctt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tactttgata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aagctggtca</w:t>
      </w:r>
      <w:proofErr w:type="spellEnd"/>
    </w:p>
    <w:p w14:paraId="2BDE2FB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aaagacttat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gaaagacatt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ctctctctca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ttttgttaac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ttagacaacc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tgagagctaa</w:t>
      </w:r>
      <w:proofErr w:type="spellEnd"/>
    </w:p>
    <w:p w14:paraId="05D94E0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taacactaaa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ggttcattgc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ctattaatgt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tatagttttt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gatggtaaat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caaaatgtga</w:t>
      </w:r>
      <w:proofErr w:type="spellEnd"/>
    </w:p>
    <w:p w14:paraId="7C9263F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agaatcatct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gcaaaatcag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cgtctgttta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ctacagtcag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cttatgtgtc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aacctatact</w:t>
      </w:r>
      <w:proofErr w:type="spellEnd"/>
    </w:p>
    <w:p w14:paraId="1712C2C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gttactagat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caggcattag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tgtctgatgt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tggtgatagt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gcggaagttg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cagttaaaat</w:t>
      </w:r>
      <w:proofErr w:type="spellEnd"/>
    </w:p>
    <w:p w14:paraId="45C6BBB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gtttgatgct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tacgttaata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cgttttcatc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aacttttaac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gtaccaatgg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aaaaactcaa</w:t>
      </w:r>
      <w:proofErr w:type="spellEnd"/>
    </w:p>
    <w:p w14:paraId="741CEFA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aacactagtt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gcaactgcag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aagctgaact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tgcaaagaat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gtgtccttag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acaatgtctt</w:t>
      </w:r>
      <w:proofErr w:type="spellEnd"/>
    </w:p>
    <w:p w14:paraId="15233AD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atctactttt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atttcagcag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ctcggcaagg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gtttgttgat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tcagatgtag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aaactaaaga</w:t>
      </w:r>
      <w:proofErr w:type="spellEnd"/>
    </w:p>
    <w:p w14:paraId="0394AA6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tgttgttgaa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tgtcttaaat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tgtcacatca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atctgacata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gaagttactg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gcgatagttg</w:t>
      </w:r>
      <w:proofErr w:type="spellEnd"/>
    </w:p>
    <w:p w14:paraId="795A5E5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taataactat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atgctcacct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ataacaaagt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tgaaaacatg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acaccccgtg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accttggtgc</w:t>
      </w:r>
      <w:proofErr w:type="spellEnd"/>
    </w:p>
    <w:p w14:paraId="1AE2853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ttgtattgac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tgtagtgcgc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gtcatattaa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tgcgcaggta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gcaaaaagtc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acaacattgc</w:t>
      </w:r>
      <w:proofErr w:type="spellEnd"/>
    </w:p>
    <w:p w14:paraId="7F1DD68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tttgatatgg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aacgttaaag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atttcatgtc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attgtctgaa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caactacgaa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aacaaatacg</w:t>
      </w:r>
      <w:proofErr w:type="spellEnd"/>
    </w:p>
    <w:p w14:paraId="36BB54A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tagtgctgct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aaaaagaata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acttaccttt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taagttgaca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tgtgcaacta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ctagacaagt</w:t>
      </w:r>
      <w:proofErr w:type="spellEnd"/>
    </w:p>
    <w:p w14:paraId="4BAA73D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tgttaatgtt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gtaacaacaa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agatagcact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taagggtggt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aaaattgtta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ataattggtt</w:t>
      </w:r>
      <w:proofErr w:type="spellEnd"/>
    </w:p>
    <w:p w14:paraId="652AC04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gaagcagtta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attaaagtta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cacttgtgtt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cctttttgtt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gctgctattt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tctatttaat</w:t>
      </w:r>
      <w:proofErr w:type="spellEnd"/>
    </w:p>
    <w:p w14:paraId="341FD82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aacacctgtt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catgtcatgt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ctaaacatac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tgacttttca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agtgaaatca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taggatacaa</w:t>
      </w:r>
      <w:proofErr w:type="spellEnd"/>
    </w:p>
    <w:p w14:paraId="44B376D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ggctattgat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ggtggtgtca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ctcgtgacat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agcatctaca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gatacttgtt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ttgctaacaa</w:t>
      </w:r>
      <w:proofErr w:type="spellEnd"/>
    </w:p>
    <w:p w14:paraId="33E3759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acatgctgat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tttgacacat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ggtttagcca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gcgtggtggt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agttatacta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atgacaaagc</w:t>
      </w:r>
      <w:proofErr w:type="spellEnd"/>
    </w:p>
    <w:p w14:paraId="382401D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8761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ttgcccattg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attgctgcag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tcataacaag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agaagtgggt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tttgtcgtgc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ctggtttgcc</w:t>
      </w:r>
      <w:proofErr w:type="spellEnd"/>
    </w:p>
    <w:p w14:paraId="586888D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tggcacgata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ttacgcacaa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ctaatggtga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ctttttgcat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ttcttaccta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gagtttttag</w:t>
      </w:r>
      <w:proofErr w:type="spellEnd"/>
    </w:p>
    <w:p w14:paraId="3D55E51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tgcagttggt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aacatctgtt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acacaccatc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aaaacttata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gagtacactg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actttgtaac</w:t>
      </w:r>
      <w:proofErr w:type="spellEnd"/>
    </w:p>
    <w:p w14:paraId="23416B8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atcagcttgt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gttttggctg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ctgaatgtac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aatttttaaa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gatgcttctg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gtaagccagt</w:t>
      </w:r>
      <w:proofErr w:type="spellEnd"/>
    </w:p>
    <w:p w14:paraId="1FC8112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accatattgt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tatgatacca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atgtactaga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aggttctgtt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gcttatgaaa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gtttacgccc</w:t>
      </w:r>
      <w:proofErr w:type="spellEnd"/>
    </w:p>
    <w:p w14:paraId="59462A6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tgacacacgt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tatgtgctca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tggatggctc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tattattcaa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tttcctaaca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cctaccttga</w:t>
      </w:r>
      <w:proofErr w:type="spellEnd"/>
    </w:p>
    <w:p w14:paraId="73D6991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aggttctgtt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agagtggtaa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caacttttga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ttctgagtac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tgtaggcacg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gcacttgtga</w:t>
      </w:r>
      <w:proofErr w:type="spellEnd"/>
    </w:p>
    <w:p w14:paraId="0ABB42F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aagatcagaa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gctggtgttt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gtgtatctac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tagtggtaga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tgggtactta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acaatgatta</w:t>
      </w:r>
      <w:proofErr w:type="spellEnd"/>
    </w:p>
    <w:p w14:paraId="4D041E0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ttacagatct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ttaccaggag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ttttctgtgg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tgtagatgct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gtaaatttat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ttactaatat</w:t>
      </w:r>
      <w:proofErr w:type="spellEnd"/>
    </w:p>
    <w:p w14:paraId="32018DE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gtttacacca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ctaattcaac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ctattggtgc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tttggacata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tcagcatcta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tagtagctgg</w:t>
      </w:r>
      <w:proofErr w:type="spellEnd"/>
    </w:p>
    <w:p w14:paraId="00AE6F3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tggtattgtg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gctatcgtag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taacatgcct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tgcctactat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tttatgaggt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ttagaagagc</w:t>
      </w:r>
      <w:proofErr w:type="spellEnd"/>
    </w:p>
    <w:p w14:paraId="3EEDCB6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ttttggtgaa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tacagtcatg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tagttgcctt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taatacttta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ctattcctta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tgtcattcat</w:t>
      </w:r>
      <w:proofErr w:type="spellEnd"/>
    </w:p>
    <w:p w14:paraId="43A1054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tgtactctgt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ttaacaccag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tttactcatt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cttacctggt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gtttattctg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ttatttactt</w:t>
      </w:r>
      <w:proofErr w:type="spellEnd"/>
    </w:p>
    <w:p w14:paraId="1353AE4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gtacttgaca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ttttatctta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ctaatgatgt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ttctttttta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gcacatattc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agtggatggt</w:t>
      </w:r>
      <w:proofErr w:type="spellEnd"/>
    </w:p>
    <w:p w14:paraId="0C52034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tatgttcaca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cctttagtac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ctttctggat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aacaattgct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tatatcattt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gtatttccac</w:t>
      </w:r>
      <w:proofErr w:type="spellEnd"/>
    </w:p>
    <w:p w14:paraId="4154B60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aaagcatttc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tattggttct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ttagtaatta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cctaaagaga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cgtgtagtct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ttaatggtgt</w:t>
      </w:r>
      <w:proofErr w:type="spellEnd"/>
    </w:p>
    <w:p w14:paraId="69D8E2D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ttcctttagt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acttttgaag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aagctgcgct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gtgcaccttt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ttgttaaata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aagaaatgta</w:t>
      </w:r>
      <w:proofErr w:type="spellEnd"/>
    </w:p>
    <w:p w14:paraId="4083554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tctaaagttg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cgtagtgatg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tgctattacc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ttttacgcaa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tataatagat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acttagctct</w:t>
      </w:r>
      <w:proofErr w:type="spellEnd"/>
    </w:p>
    <w:p w14:paraId="096C6D3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ttataataag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tacaagtatt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ttagtggagc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aatggataca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actagctaca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gagaagctgc</w:t>
      </w:r>
      <w:proofErr w:type="spellEnd"/>
    </w:p>
    <w:p w14:paraId="1FA60B8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ttgttgtcat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ctcgcaaagg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ctctcaatga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cttcagtaac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tcaggttctg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atgttcttta</w:t>
      </w:r>
      <w:proofErr w:type="spellEnd"/>
    </w:p>
    <w:p w14:paraId="4015174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ccaaccacca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caaatctcta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tcacctcagc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tgttttgcag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agtggtttta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gaaaaatggc</w:t>
      </w:r>
      <w:proofErr w:type="spellEnd"/>
    </w:p>
    <w:p w14:paraId="0429F0F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attcccatct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ggtaaagttg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agggttgtat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ggtacaagta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acttgtggta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caactacact</w:t>
      </w:r>
      <w:proofErr w:type="spellEnd"/>
    </w:p>
    <w:p w14:paraId="580DA06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taacggtctt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tggcttgatg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acgtagttta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ctgtccaaga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catgtgatct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gcacctctga</w:t>
      </w:r>
      <w:proofErr w:type="spellEnd"/>
    </w:p>
    <w:p w14:paraId="1DCF482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agatatgctt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aaccctaatt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atgaagattt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actcattcgt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aagtctaatc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ataatttctt</w:t>
      </w:r>
      <w:proofErr w:type="spellEnd"/>
    </w:p>
    <w:p w14:paraId="340F53D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ggtacaggct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ggtaatgttc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aactcagggt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tattggacat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tctatgcaaa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attgtgtact</w:t>
      </w:r>
      <w:proofErr w:type="spellEnd"/>
    </w:p>
    <w:p w14:paraId="4B0F180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taagcttaag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gttgatacag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ccaatcctaa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gacacctaag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tataagttta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ttcgcattca</w:t>
      </w:r>
      <w:proofErr w:type="spellEnd"/>
    </w:p>
    <w:p w14:paraId="1D19604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accaggacag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actttttcag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tgttagcttg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ttacaatggt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tcaccatctg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gtgtttacca</w:t>
      </w:r>
      <w:proofErr w:type="spellEnd"/>
    </w:p>
    <w:p w14:paraId="718EF27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atgtgctatg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agacacaatt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tcactattaa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gggttcattc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cttaatggtt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catgtggtag</w:t>
      </w:r>
      <w:proofErr w:type="spellEnd"/>
    </w:p>
    <w:p w14:paraId="13F95A7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tgttggtttt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aacatagatt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atgactgtgt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ctctttttgt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tacatgcacc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atatggaatt</w:t>
      </w:r>
      <w:proofErr w:type="spellEnd"/>
    </w:p>
    <w:p w14:paraId="60102B6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accaactgga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gttcatgctg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gcacagactt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agaaggtaac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ttttatggac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cttttgttga</w:t>
      </w:r>
      <w:proofErr w:type="spellEnd"/>
    </w:p>
    <w:p w14:paraId="675E9DC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caggcaaaca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gcacaagcag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ctggtacgga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cacaactatt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acagttaatg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ttttagcttg</w:t>
      </w:r>
      <w:proofErr w:type="spellEnd"/>
    </w:p>
    <w:p w14:paraId="33D8E44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gttgtacgct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gctgttataa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atggagacag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gtggtttctc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aatcgattta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ccacaactct</w:t>
      </w:r>
      <w:proofErr w:type="spellEnd"/>
    </w:p>
    <w:p w14:paraId="22BADFC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taatgacttt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aaccttgtgg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ctatgaagta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caattatgaa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cctctaacac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aagaccatgt</w:t>
      </w:r>
      <w:proofErr w:type="spellEnd"/>
    </w:p>
    <w:p w14:paraId="7627703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tgacatacta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ggacctcttt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ctgctcaaac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tggaattgcc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gttttagata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tgtgtgcttc</w:t>
      </w:r>
      <w:proofErr w:type="spellEnd"/>
    </w:p>
    <w:p w14:paraId="6207E9A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attaaaagaa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ttactgcaaa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atggtatgaa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tggacgtacc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atattgggta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gtgctttatt</w:t>
      </w:r>
      <w:proofErr w:type="spellEnd"/>
    </w:p>
    <w:p w14:paraId="649BB48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agaagatgaa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tttacacctt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ttgatgttgt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tagacaatgc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tcaggtgtta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ctttccaaag</w:t>
      </w:r>
      <w:proofErr w:type="spellEnd"/>
    </w:p>
    <w:p w14:paraId="446ACCA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tgcagtgaaa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agaacaatca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agggtacaca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ccactggttg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ttactcacaa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ttttgacttc</w:t>
      </w:r>
      <w:proofErr w:type="spellEnd"/>
    </w:p>
    <w:p w14:paraId="503B1D4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acttttagtt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ttagtccaga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gtactcaatg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gtctttgttc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ttttttttgt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atgaaaatgc</w:t>
      </w:r>
      <w:proofErr w:type="spellEnd"/>
    </w:p>
    <w:p w14:paraId="06DF267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ctttttacct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tttgctatgg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gtattattgc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tatgtctgct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tttgcaatga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tgtttgtcaa</w:t>
      </w:r>
      <w:proofErr w:type="spellEnd"/>
    </w:p>
    <w:p w14:paraId="39D3EF9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acataagcat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gcatttctct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gtttgttttt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gttaccttct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cttgccactg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tagcttattt</w:t>
      </w:r>
      <w:proofErr w:type="spellEnd"/>
    </w:p>
    <w:p w14:paraId="129A279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taatatggtc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tatatgcctg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ctagttgggt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gatgcgtatt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atgacatggt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tggatatggt</w:t>
      </w:r>
      <w:proofErr w:type="spellEnd"/>
    </w:p>
    <w:p w14:paraId="3EEE12F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tgatactagt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ttgaagctaa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aagactgtgt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tatgtatgca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tcagctgtag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tgttactaat</w:t>
      </w:r>
      <w:proofErr w:type="spellEnd"/>
    </w:p>
    <w:p w14:paraId="4E5972C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11281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ccttatgaca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gcaagaactg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tgtatgatga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tggtgctagg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agagtgtgga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cacttatgaa</w:t>
      </w:r>
      <w:proofErr w:type="spellEnd"/>
    </w:p>
    <w:p w14:paraId="5895243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tgtcttgaca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ctcgtttata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aagtttatta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tggtaatgct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ttagatcaag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ccatttccat</w:t>
      </w:r>
      <w:proofErr w:type="spellEnd"/>
    </w:p>
    <w:p w14:paraId="6C9B4FB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gtgggctctt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ataatctctg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ttacttctaa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ctactcaggt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gtagttacaa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ctgtcatgtt</w:t>
      </w:r>
      <w:proofErr w:type="spellEnd"/>
    </w:p>
    <w:p w14:paraId="1D4DCB0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tttggccaga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ggtattgttt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ttatgtgtgt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tgagtattgc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cctattttct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tcataactgg</w:t>
      </w:r>
      <w:proofErr w:type="spellEnd"/>
    </w:p>
    <w:p w14:paraId="4C72207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taatacactt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cagtgtataa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tgctagttta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ttgtttctta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ggctattttt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gtacttgtta</w:t>
      </w:r>
      <w:proofErr w:type="spellEnd"/>
    </w:p>
    <w:p w14:paraId="515417B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ctttggcctc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ttttgtttac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tcaaccgcta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ctttagactg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actcttggtg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tttatgatta</w:t>
      </w:r>
      <w:proofErr w:type="spellEnd"/>
    </w:p>
    <w:p w14:paraId="221DF6C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cttagtttct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acacaggagt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ttagatatat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gaattcacag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ggactactcc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cacccaagaa</w:t>
      </w:r>
      <w:proofErr w:type="spellEnd"/>
    </w:p>
    <w:p w14:paraId="72913EC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tagcatagat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gccttcaaac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tcaacattaa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attgttgggt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gttggtggca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aaccttgtat</w:t>
      </w:r>
      <w:proofErr w:type="spellEnd"/>
    </w:p>
    <w:p w14:paraId="4923511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caaagtagcc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actgtacagt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ctaaaatgtc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agatgtaaag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tgcacatcag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tagtcttact</w:t>
      </w:r>
      <w:proofErr w:type="spellEnd"/>
    </w:p>
    <w:p w14:paraId="6AEB64C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ctcagttttg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caacaactca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gagtagaatc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atcatctaaa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ttgtgggctc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aatgtgtcca</w:t>
      </w:r>
      <w:proofErr w:type="spellEnd"/>
    </w:p>
    <w:p w14:paraId="63861CA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gttacacaat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gacattctct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tagctaaaga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tactactgaa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gcctttgaaa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aaatggtttc</w:t>
      </w:r>
      <w:proofErr w:type="spellEnd"/>
    </w:p>
    <w:p w14:paraId="2B0718C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actactttct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gttttgcttt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ccatgcaggg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tgctgtagac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ataaacaagc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tttgtgaaga</w:t>
      </w:r>
      <w:proofErr w:type="spellEnd"/>
    </w:p>
    <w:p w14:paraId="4A4D59E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aatgctggac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aacagggcaa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ccttacaagc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tatagcctca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gagtttagtt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cccttccatc</w:t>
      </w:r>
      <w:proofErr w:type="spellEnd"/>
    </w:p>
    <w:p w14:paraId="147F298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atatgcagct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tttgctactg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ctcaagaagc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ttatgagcag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gctgttgcta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atggtgattc</w:t>
      </w:r>
      <w:proofErr w:type="spellEnd"/>
    </w:p>
    <w:p w14:paraId="6D68A00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tgaagttgtt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cttaaaaagt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tgaagaagtc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tttgaatgtg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gctaaatctg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aatttgaccg</w:t>
      </w:r>
      <w:proofErr w:type="spellEnd"/>
    </w:p>
    <w:p w14:paraId="61D09FD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tgatgcagcc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atgcaacgta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agttggaaaa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gatggctgat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caagctatga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cccaaatgta</w:t>
      </w:r>
      <w:proofErr w:type="spellEnd"/>
    </w:p>
    <w:p w14:paraId="1B90A67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taaacaggct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agatctgagg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acaagagggc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aaaagttact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agtgctatgc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agacaatgct</w:t>
      </w:r>
      <w:proofErr w:type="spellEnd"/>
    </w:p>
    <w:p w14:paraId="174FE9C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tttcactatg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cttagaaagt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tggataatga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tgcactcaac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aacattatca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acaatgcaag</w:t>
      </w:r>
      <w:proofErr w:type="spellEnd"/>
    </w:p>
    <w:p w14:paraId="6FC7F4A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agatggttgt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gttcccttga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acataatacc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tcttacaaca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gcagccaaac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taatggttgt</w:t>
      </w:r>
      <w:proofErr w:type="spellEnd"/>
    </w:p>
    <w:p w14:paraId="6502369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cataccagac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tataacacat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ataaaaatac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gtgtgatggt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acaacattta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cttatgcatc</w:t>
      </w:r>
      <w:proofErr w:type="spellEnd"/>
    </w:p>
    <w:p w14:paraId="20F5ED7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agcattgtgg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gaaatccaac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aggttgtaga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tgcagatagt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aaaattgttc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aacttagtga</w:t>
      </w:r>
      <w:proofErr w:type="spellEnd"/>
    </w:p>
    <w:p w14:paraId="15A4C70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aattagtatg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gacaattcac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ctaatttagc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atggcctctt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attgtaacag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ctttaagggc</w:t>
      </w:r>
      <w:proofErr w:type="spellEnd"/>
    </w:p>
    <w:p w14:paraId="6D75141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caattctgct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gtcaaattac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agaataatga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gcttagtcct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gttgcactac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gacagatgtc</w:t>
      </w:r>
      <w:proofErr w:type="spellEnd"/>
    </w:p>
    <w:p w14:paraId="3F9186E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ttgtgctgcc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ggtactacac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aaactgcttg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cactgatgac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aatgcgttag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cttactacaa</w:t>
      </w:r>
      <w:proofErr w:type="spellEnd"/>
    </w:p>
    <w:p w14:paraId="4CF255F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cacaacaaag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ggaggtaggt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ttgtacttgc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actgttatcc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gatttacagg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atttgaaatg</w:t>
      </w:r>
      <w:proofErr w:type="spellEnd"/>
    </w:p>
    <w:p w14:paraId="07D8C81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ggctagattc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cctaagagtg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atggaactgg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tactatttat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acagaactgg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aaccaccttg</w:t>
      </w:r>
      <w:proofErr w:type="spellEnd"/>
    </w:p>
    <w:p w14:paraId="2280C84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taggtttgtt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acagacacac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ctaaaggtcc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taaagtgaag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tatttatact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ttattaaagg</w:t>
      </w:r>
      <w:proofErr w:type="spellEnd"/>
    </w:p>
    <w:p w14:paraId="41907F9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attaaacaac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ctaaatagag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gtatggtact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tggtagttta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gctgccacag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tacgtctaca</w:t>
      </w:r>
      <w:proofErr w:type="spellEnd"/>
    </w:p>
    <w:p w14:paraId="5F7CCE3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agctggtaat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gcaacagaag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tgcctgccaa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ttcaactgta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ttatctttct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gtgcttttgc</w:t>
      </w:r>
      <w:proofErr w:type="spellEnd"/>
    </w:p>
    <w:p w14:paraId="51FF79C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tgtagatgct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gctaaagctt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acaaagatta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tctagctagt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gggggacaac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caatcactaa</w:t>
      </w:r>
      <w:proofErr w:type="spellEnd"/>
    </w:p>
    <w:p w14:paraId="50EECB4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ttgtgttaag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atgttgtgta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cacacactgg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tactggtcag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gcaataacag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ttacaccgga</w:t>
      </w:r>
      <w:proofErr w:type="spellEnd"/>
    </w:p>
    <w:p w14:paraId="73F9981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agccaatatg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gatcaagaat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cctttggtgg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tgcatcgtgt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tgtctgtact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gccgttgcca</w:t>
      </w:r>
      <w:proofErr w:type="spellEnd"/>
    </w:p>
    <w:p w14:paraId="494DA69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catagatcat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ccaaatccta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aaggattttg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tgacttaaaa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ggtaagtatg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tacaaatacc</w:t>
      </w:r>
      <w:proofErr w:type="spellEnd"/>
    </w:p>
    <w:p w14:paraId="42FDCEA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tacaacttgt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gctaatgacc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ctgtgggttt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tacacttaaa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aacacagtct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gtaccgtctg</w:t>
      </w:r>
      <w:proofErr w:type="spellEnd"/>
    </w:p>
    <w:p w14:paraId="1DED623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cggtatgtgg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aaaggttatg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gctgtagttg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tgatcaactc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cgcgaaccca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tgcttcagtc</w:t>
      </w:r>
      <w:proofErr w:type="spellEnd"/>
    </w:p>
    <w:p w14:paraId="36DD9C6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agctgatgca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caatcgtttt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taaacgggtt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tgcggtgtaa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gtgcagcccg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tcttacaccg</w:t>
      </w:r>
      <w:proofErr w:type="spellEnd"/>
    </w:p>
    <w:p w14:paraId="6EC57BF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tgcggcacag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gcactagtac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tgatgtcgta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tacagggctt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ttgacatcta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caatgataaa</w:t>
      </w:r>
      <w:proofErr w:type="spellEnd"/>
    </w:p>
    <w:p w14:paraId="2930E80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gtagctggtt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ttgctaaatt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cctaaaaact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aattgttgtc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gcttccaaga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aaaggacgaa</w:t>
      </w:r>
      <w:proofErr w:type="spellEnd"/>
    </w:p>
    <w:p w14:paraId="54422AC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gatgacaatt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taattgattc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ttactttgta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gttaagagac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acactttctc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taactaccaa</w:t>
      </w:r>
      <w:proofErr w:type="spellEnd"/>
    </w:p>
    <w:p w14:paraId="09703D7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catgaagaaa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caatttataa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tttacttaag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gattgtccag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ctgttgctaa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acatgacttc</w:t>
      </w:r>
      <w:proofErr w:type="spellEnd"/>
    </w:p>
    <w:p w14:paraId="31F3771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tttaagttta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gaatagacgg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tgacatggta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ccacatatat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cacgtcaacg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tcttactaaa</w:t>
      </w:r>
      <w:proofErr w:type="spellEnd"/>
    </w:p>
    <w:p w14:paraId="642BA9C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tacacaatgg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cagacctcgt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ctatgcttta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aggcattttg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atgaaggtaa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ttgtgacaca</w:t>
      </w:r>
      <w:proofErr w:type="spellEnd"/>
    </w:p>
    <w:p w14:paraId="7A1D38F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13801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ttaaaagaaa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tacttgtcac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atacaattgt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tgtgatgatg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attatttcaa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taaaaaggac</w:t>
      </w:r>
      <w:proofErr w:type="spellEnd"/>
    </w:p>
    <w:p w14:paraId="4E20523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tggtatgatt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ttgtagaaaa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cccagatata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ttacgcgtat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acgccaactt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aggtgaacgt</w:t>
      </w:r>
      <w:proofErr w:type="spellEnd"/>
    </w:p>
    <w:p w14:paraId="48FF288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gtacgccaag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ctttgttaaa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aacagtacaa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ttctgtgatg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ccatgcgaaa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tgctggtatt</w:t>
      </w:r>
      <w:proofErr w:type="spellEnd"/>
    </w:p>
    <w:p w14:paraId="7FC38CE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gttggtgtac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tgacattaga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taatcaagat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ctcaatggta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actggtatga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tttcggtgat</w:t>
      </w:r>
      <w:proofErr w:type="spellEnd"/>
    </w:p>
    <w:p w14:paraId="0C005D8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ttcatacaaa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ccacgccagg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tagtggagtt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cctgttgtag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attcttatta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ttcattgtta</w:t>
      </w:r>
      <w:proofErr w:type="spellEnd"/>
    </w:p>
    <w:p w14:paraId="0511743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atgcctatat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taaccttgac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cagggcttta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actgcagagt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cacatgttga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cactgactta</w:t>
      </w:r>
      <w:proofErr w:type="spellEnd"/>
    </w:p>
    <w:p w14:paraId="09A3355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acaaagcctt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acattaagtg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ggatttgtta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aaatatgact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tcacggaaga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gaggttaaaa</w:t>
      </w:r>
      <w:proofErr w:type="spellEnd"/>
    </w:p>
    <w:p w14:paraId="55425DF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ctctttgacc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gttattttaa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atattgggat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cagacatacc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acccaaattg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tgttaactgt</w:t>
      </w:r>
      <w:proofErr w:type="spellEnd"/>
    </w:p>
    <w:p w14:paraId="6E1C97C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ttggatgaca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gatgcattct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gcattgtgca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aactttaatg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ttttattctc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tacagtgttc</w:t>
      </w:r>
      <w:proofErr w:type="spellEnd"/>
    </w:p>
    <w:p w14:paraId="59F7006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ccacttacaa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gttttggacc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actagtgaga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aaaatatttg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ttgatggtgt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tccatttgta</w:t>
      </w:r>
      <w:proofErr w:type="spellEnd"/>
    </w:p>
    <w:p w14:paraId="73D79DA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gtttcaactg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gataccactt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cagagagcta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ggtgttgtac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ataatcagga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tgtaaactta</w:t>
      </w:r>
      <w:proofErr w:type="spellEnd"/>
    </w:p>
    <w:p w14:paraId="31C6E90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catagctcta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gacttagttt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taaggaatta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cttgtgtatg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ctgctgaccc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tgctatgcac</w:t>
      </w:r>
      <w:proofErr w:type="spellEnd"/>
    </w:p>
    <w:p w14:paraId="36E68C9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gctgcttctg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gtaatctatt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actagataaa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cgcactacgt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gcttttcagt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agctgcactt</w:t>
      </w:r>
      <w:proofErr w:type="spellEnd"/>
    </w:p>
    <w:p w14:paraId="45ABFE3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actaacaatg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ttgcttttca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aactgtcaaa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cccggtaatt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ttaacaaaga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cttctatgac</w:t>
      </w:r>
      <w:proofErr w:type="spellEnd"/>
    </w:p>
    <w:p w14:paraId="7243F51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tttgctgtgt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ctaagggttt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ctttaaggaa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ggaagttctg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ttgaattaaa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acacttcttc</w:t>
      </w:r>
      <w:proofErr w:type="spellEnd"/>
    </w:p>
    <w:p w14:paraId="341D87C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tttgctcagg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atggtaatgc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tgctatcagc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gattatgact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actatcgtta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taatctacca</w:t>
      </w:r>
      <w:proofErr w:type="spellEnd"/>
    </w:p>
    <w:p w14:paraId="6BEDFD9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acaatgtgtg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atatcagaca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actactattt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gtagttgaag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ttgttgataa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gtactttgat</w:t>
      </w:r>
      <w:proofErr w:type="spellEnd"/>
    </w:p>
    <w:p w14:paraId="2427253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tgttacgatg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gtggctgtat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taatgctaac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caagtcatcg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tcaacaacct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agacaaatca</w:t>
      </w:r>
      <w:proofErr w:type="spellEnd"/>
    </w:p>
    <w:p w14:paraId="0CCC477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gctggttttc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catttaataa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atggggtaag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gctagacttt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attatgattc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aatgagttat</w:t>
      </w:r>
      <w:proofErr w:type="spellEnd"/>
    </w:p>
    <w:p w14:paraId="13DD68F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gaggatcaag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atgcactttt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cgcatataca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aaacgtaatg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tcatccctac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tataactcaa</w:t>
      </w:r>
      <w:proofErr w:type="spellEnd"/>
    </w:p>
    <w:p w14:paraId="30104D9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atgaatctta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agtatgccat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tagtgcaaag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aatagagctc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gcaccgtagc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tggtgtctct</w:t>
      </w:r>
      <w:proofErr w:type="spellEnd"/>
    </w:p>
    <w:p w14:paraId="7C7DFB8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atctgtagta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ctatgaccaa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tagacagttt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catcaaaaat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tattgaaatc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aatagccgcc</w:t>
      </w:r>
      <w:proofErr w:type="spellEnd"/>
    </w:p>
    <w:p w14:paraId="0827BAD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actagaggag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ctactgtagt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aattggaaca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agcaaattct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atggtggttg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gcacaacatg</w:t>
      </w:r>
      <w:proofErr w:type="spellEnd"/>
    </w:p>
    <w:p w14:paraId="7738B97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ttaaaaactg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tttatagtga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tgtagaaaac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cctcacctta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tgggttggga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ttatcctaaa</w:t>
      </w:r>
      <w:proofErr w:type="spellEnd"/>
    </w:p>
    <w:p w14:paraId="56306D9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tgtgatagag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ccatgcctaa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catgcttaga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attatggcct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cacttgttct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tgctcgcaaa</w:t>
      </w:r>
      <w:proofErr w:type="spellEnd"/>
    </w:p>
    <w:p w14:paraId="1AE80B0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catacaacgt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gttgtagctt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gtcacaccgt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ttctatagat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tagctaatga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gtgtgctcaa</w:t>
      </w:r>
      <w:proofErr w:type="spellEnd"/>
    </w:p>
    <w:p w14:paraId="52FCAE1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gtattgagtg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aaatggtcat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gtgtggcggt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tcactatatg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ttaaaccagg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tggaacctca</w:t>
      </w:r>
      <w:proofErr w:type="spellEnd"/>
    </w:p>
    <w:p w14:paraId="42B077C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tcaggagatg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ccacaactgc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ttatgctaat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agtgttttta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acatttgtca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agctgtcacg</w:t>
      </w:r>
      <w:proofErr w:type="spellEnd"/>
    </w:p>
    <w:p w14:paraId="06F121E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gccaatgtta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atgcactttt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atctactgat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ggtaacaaaa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ttgccgataa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gtatgtccgc</w:t>
      </w:r>
      <w:proofErr w:type="spellEnd"/>
    </w:p>
    <w:p w14:paraId="6BAE95B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aatttacaac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acagacttta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tgagtgtctc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tatagaaata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gagatgttga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cacagacttt</w:t>
      </w:r>
      <w:proofErr w:type="spellEnd"/>
    </w:p>
    <w:p w14:paraId="23B2CF3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gtgaatgagt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tttacgcata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tttgcgtaaa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catttctcaa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tgatgatact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ttctgacgat</w:t>
      </w:r>
      <w:proofErr w:type="spellEnd"/>
    </w:p>
    <w:p w14:paraId="1DC5733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gctgttgtgt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gtttcaatag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cacttatgca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tctcaaggtc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tagtggctag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cataaagaac</w:t>
      </w:r>
      <w:proofErr w:type="spellEnd"/>
    </w:p>
    <w:p w14:paraId="3AE2AC5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tttaagtcag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ttctttatta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tcaaaacaat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gtttttatgt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ctgaagcaaa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atgttggact</w:t>
      </w:r>
      <w:proofErr w:type="spellEnd"/>
    </w:p>
    <w:p w14:paraId="24FAAD3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gagactgacc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ttactaaagg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acctcatgaa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ttttgctctc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aacatacaat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gctagttaaa</w:t>
      </w:r>
      <w:proofErr w:type="spellEnd"/>
    </w:p>
    <w:p w14:paraId="3FD423D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cagggtgatg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attatgtgta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ccttccttac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ccagatccat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caagaatcct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aggggccggc</w:t>
      </w:r>
      <w:proofErr w:type="spellEnd"/>
    </w:p>
    <w:p w14:paraId="487001E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tgttttgtag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atgatatcgt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aaaaacagat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ggtacactta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tgattgaacg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gttcgtgtct</w:t>
      </w:r>
      <w:proofErr w:type="spellEnd"/>
    </w:p>
    <w:p w14:paraId="0C055B4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ttagctatag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atgcttaccc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acttactaaa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catcctaatc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aggagtatgc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tgatgtcttt</w:t>
      </w:r>
      <w:proofErr w:type="spellEnd"/>
    </w:p>
    <w:p w14:paraId="448C59C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catttgtact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tacaatacat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aagaaagcta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catgatgagt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taacaggaca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catgttagac</w:t>
      </w:r>
      <w:proofErr w:type="spellEnd"/>
    </w:p>
    <w:p w14:paraId="575D526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atgtattctg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ttatgcttac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taatgataac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acttcaaggt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attgggaacc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tgagttttat</w:t>
      </w:r>
      <w:proofErr w:type="spellEnd"/>
    </w:p>
    <w:p w14:paraId="32301AB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gaggctatgt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acacaccgca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tacagtctta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caggctgttg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gggcttgtgt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tctttgcaat</w:t>
      </w:r>
      <w:proofErr w:type="spellEnd"/>
    </w:p>
    <w:p w14:paraId="7A7D55E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tcacagactt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cattaagatg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tggtgcttgc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atacgtagac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cattcttatg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ttgtaaatgc</w:t>
      </w:r>
      <w:proofErr w:type="spellEnd"/>
    </w:p>
    <w:p w14:paraId="3556BD4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tgttacgacc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atgtcatatc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aacatcacat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aaattagtct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tgtctgttaa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tccgtatgtt</w:t>
      </w:r>
      <w:proofErr w:type="spellEnd"/>
    </w:p>
    <w:p w14:paraId="5BA7B4E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16321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tgcaatgctc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caggttgtga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tgtcacagat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gtgactcaac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tttacttagg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aggtatgagc</w:t>
      </w:r>
      <w:proofErr w:type="spellEnd"/>
    </w:p>
    <w:p w14:paraId="4BD36AD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tattattgta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aatcacataa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accacccatt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agttttccat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tgtgtgctaa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tggacaagtt</w:t>
      </w:r>
      <w:proofErr w:type="spellEnd"/>
    </w:p>
    <w:p w14:paraId="08B6960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tttggtttat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ataaaaatac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atgtgttggt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agcgataatg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ttactgactt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taatgcaatt</w:t>
      </w:r>
      <w:proofErr w:type="spellEnd"/>
    </w:p>
    <w:p w14:paraId="5FA6F8F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gcaacatgtg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actggacaaa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tgctggtgat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tacattttag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ctaacacctg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tactgaaaga</w:t>
      </w:r>
      <w:proofErr w:type="spellEnd"/>
    </w:p>
    <w:p w14:paraId="23A9F4D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ctcaagcttt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ttgcagcaga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aacgctcaaa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gctactgagg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agacatttaa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actgtcttat</w:t>
      </w:r>
      <w:proofErr w:type="spellEnd"/>
    </w:p>
    <w:p w14:paraId="4A21F50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ggtattgcta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ctgtacgtga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agtgctgtct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gacagagaat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tacatctttc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atgggaagtt</w:t>
      </w:r>
      <w:proofErr w:type="spellEnd"/>
    </w:p>
    <w:p w14:paraId="13C1039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ggtaaaccta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gaccaccact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taaccgaaat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tatgtcttta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ctggttatcg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tgtaactaaa</w:t>
      </w:r>
      <w:proofErr w:type="spellEnd"/>
    </w:p>
    <w:p w14:paraId="6EB3F56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aacagtaaag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tacaaatagg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agagtacacc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tttgaaaaag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gtgactatgg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tgatgctgtt</w:t>
      </w:r>
      <w:proofErr w:type="spellEnd"/>
    </w:p>
    <w:p w14:paraId="08DB1F3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gtttaccgag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gtacaacaac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ttacaaatta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aatgttggtg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attattttgt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gctgacatca</w:t>
      </w:r>
      <w:proofErr w:type="spellEnd"/>
    </w:p>
    <w:p w14:paraId="5948E82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catacagtaa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tgccattaag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tgcacctaca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ctagtgccac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aagagcacta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tgttagaatt</w:t>
      </w:r>
      <w:proofErr w:type="spellEnd"/>
    </w:p>
    <w:p w14:paraId="5D0001D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actggcttat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acccaacact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caatatctca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gatgagtttt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ctagcaatgt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tgcaaattat</w:t>
      </w:r>
      <w:proofErr w:type="spellEnd"/>
    </w:p>
    <w:p w14:paraId="6453090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caaaaggttg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gtatgcaaaa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gtattctaca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ctccagggac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cacctggtac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tggtaagagt</w:t>
      </w:r>
      <w:proofErr w:type="spellEnd"/>
    </w:p>
    <w:p w14:paraId="608EBB7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cattttgcta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ttggcctagc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tctctactac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ccttctgctc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gcatagtgta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tacagcttgc</w:t>
      </w:r>
      <w:proofErr w:type="spellEnd"/>
    </w:p>
    <w:p w14:paraId="5EBAC79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tctcatgccg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ctgttgatgc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actatgtgag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aaggcattaa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aatatttgcc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tatagataaa</w:t>
      </w:r>
      <w:proofErr w:type="spellEnd"/>
    </w:p>
    <w:p w14:paraId="3E87629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tgtagtagaa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ttatacctgc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acgtgctcgt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gtagagtgtt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ttgataaatt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caaagtgaat</w:t>
      </w:r>
      <w:proofErr w:type="spellEnd"/>
    </w:p>
    <w:p w14:paraId="6ADD1A6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tcaacattag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aacagtatgt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cttttgtact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gtaaatgcat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tgcctgagac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gacagcagat</w:t>
      </w:r>
      <w:proofErr w:type="spellEnd"/>
    </w:p>
    <w:p w14:paraId="3F4BF24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atagttgtct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ttgatgaaat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ttcaatggcc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acaaattatg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atttgagtgt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tgtcaatgcc</w:t>
      </w:r>
      <w:proofErr w:type="spellEnd"/>
    </w:p>
    <w:p w14:paraId="5F9AABF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agattatgtg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ctaagcacta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tgtgtacatt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ggcgaccctg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ctcaattacc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tgcaccacgc</w:t>
      </w:r>
      <w:proofErr w:type="spellEnd"/>
    </w:p>
    <w:p w14:paraId="4BC40D9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acattgctaa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ctaagggcac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actagaacca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gaatatttca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attcagtgtg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tagacttatg</w:t>
      </w:r>
      <w:proofErr w:type="spellEnd"/>
    </w:p>
    <w:p w14:paraId="3B49C15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aaaactatag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gtccagacat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gttcctcgga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acttgtcggc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gttgtcctgc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tgaaattgtt</w:t>
      </w:r>
      <w:proofErr w:type="spellEnd"/>
    </w:p>
    <w:p w14:paraId="178B8AB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gacactgtga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gtgctttggt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ttatgataat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aagcttaaag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cacataaaga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caaatcagct</w:t>
      </w:r>
      <w:proofErr w:type="spellEnd"/>
    </w:p>
    <w:p w14:paraId="5F54587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caatgcttta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aaatgtttta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taagggtgtt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atcacgcatg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atgtttcatc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tgcaattaac</w:t>
      </w:r>
      <w:proofErr w:type="spellEnd"/>
    </w:p>
    <w:p w14:paraId="41D338A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aggccacaaa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taggcgtggt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aagagaattc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cttacacgta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accctgcttg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gagaaaagct</w:t>
      </w:r>
      <w:proofErr w:type="spellEnd"/>
    </w:p>
    <w:p w14:paraId="5F3153E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gtctttattt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caccttataa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ttcacagaat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gctgtagcct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caaagatttt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gggactacca</w:t>
      </w:r>
      <w:proofErr w:type="spellEnd"/>
    </w:p>
    <w:p w14:paraId="026DB59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actcaaactg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ttgattcatc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acagggctca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gaatatgact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atgtcatatt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cactcaaacc</w:t>
      </w:r>
      <w:proofErr w:type="spellEnd"/>
    </w:p>
    <w:p w14:paraId="45DB48E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actgaaacag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ctcactcttg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taatgtaaac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agatttaatg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ttgctattac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cagagcaaaa</w:t>
      </w:r>
      <w:proofErr w:type="spellEnd"/>
    </w:p>
    <w:p w14:paraId="0889905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gtaggcatac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tttgcataat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gtctgataga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gacctttatg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acaagttgca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atttacaagt</w:t>
      </w:r>
      <w:proofErr w:type="spellEnd"/>
    </w:p>
    <w:p w14:paraId="2073BEE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cttgaaattc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cacgtaggaa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tgtggcaact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ttacaagctg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aaaatgtaac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aggactcttt</w:t>
      </w:r>
      <w:proofErr w:type="spellEnd"/>
    </w:p>
    <w:p w14:paraId="136EDD6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aaagattgta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gtaaggtaat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cactgggtta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catcctacac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aggcacctac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acacctcagt</w:t>
      </w:r>
      <w:proofErr w:type="spellEnd"/>
    </w:p>
    <w:p w14:paraId="1F30E1E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gttgacacta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aattcaaaac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tgaaggttta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tgtgttgacg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tacctggcat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acctaaggac</w:t>
      </w:r>
      <w:proofErr w:type="spellEnd"/>
    </w:p>
    <w:p w14:paraId="3157562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atgacctata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gaagactcat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ctctatgatg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ggttttaaaa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tgaattatca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agttaatggt</w:t>
      </w:r>
      <w:proofErr w:type="spellEnd"/>
    </w:p>
    <w:p w14:paraId="7E91CE7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taccctaaca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tgtttatcac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ccgcgaagaa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gctataagac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atgtacgtgc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atggattggc</w:t>
      </w:r>
      <w:proofErr w:type="spellEnd"/>
    </w:p>
    <w:p w14:paraId="3AAAAE6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ttcgatgtcg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aggggtgtca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tgctactaga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gaagctgttg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gtaccaattt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acctttacag</w:t>
      </w:r>
      <w:proofErr w:type="spellEnd"/>
    </w:p>
    <w:p w14:paraId="40F28DE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ctaggttttt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ctacaggtgt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taacctagtt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gctgtaccta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caggttatgt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tgatacacct</w:t>
      </w:r>
      <w:proofErr w:type="spellEnd"/>
    </w:p>
    <w:p w14:paraId="343A858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aataatacag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atttttccag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agttagtgct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aaaccaccgc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ctggagatca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atttaaacac</w:t>
      </w:r>
      <w:proofErr w:type="spellEnd"/>
    </w:p>
    <w:p w14:paraId="44213EC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ctcataccac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ttatgtacaa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aggacttcct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tggaatgtag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tgcgtataaa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gattgtacaa</w:t>
      </w:r>
      <w:proofErr w:type="spellEnd"/>
    </w:p>
    <w:p w14:paraId="4A71E44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atgttaagtg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acacacttaa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aaatctctct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gacagagtcg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tatttgtctt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atgggcacat</w:t>
      </w:r>
      <w:proofErr w:type="spellEnd"/>
    </w:p>
    <w:p w14:paraId="0E4F7A6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ggctttgagt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tgacatctat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gaagtatttt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gtgaaaatag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gacctgagcg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cacctgttgt</w:t>
      </w:r>
      <w:proofErr w:type="spellEnd"/>
    </w:p>
    <w:p w14:paraId="1A173F2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ctatgtgata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gacgtgccac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atgcttttcc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actgcttcag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acacttatgc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ctgttggcat</w:t>
      </w:r>
      <w:proofErr w:type="spellEnd"/>
    </w:p>
    <w:p w14:paraId="08DF439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cattctattg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gatttgatta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cgtctataat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ccgtttatga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ttgatgttca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acaatggggt</w:t>
      </w:r>
      <w:proofErr w:type="spellEnd"/>
    </w:p>
    <w:p w14:paraId="7830D21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tttacaggta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acctacaaag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caaccatgat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ctgtattgtc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aagtccatgg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taatgcacat</w:t>
      </w:r>
      <w:proofErr w:type="spellEnd"/>
    </w:p>
    <w:p w14:paraId="03F7CAB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gtagctagtt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gtgatgcaat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catgactagg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tgtctagctg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tccacgagtg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ctttgttaag</w:t>
      </w:r>
      <w:proofErr w:type="spellEnd"/>
    </w:p>
    <w:p w14:paraId="5427AD2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18841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cgtgttgact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ggactattga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atatcctata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attggtgatg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aactgaagat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taatgcggct</w:t>
      </w:r>
      <w:proofErr w:type="spellEnd"/>
    </w:p>
    <w:p w14:paraId="112AD4F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tgtagaaagg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ttcaacacat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ggttgttaaa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gctgcattat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tagcagacaa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attcccagtt</w:t>
      </w:r>
      <w:proofErr w:type="spellEnd"/>
    </w:p>
    <w:p w14:paraId="3338BDC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cttcacgaca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ttggtaaccc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taaagctatt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aagtgtgtac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ctcaagctga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tgtagaatgg</w:t>
      </w:r>
      <w:proofErr w:type="spellEnd"/>
    </w:p>
    <w:p w14:paraId="22D46D8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aatttctatg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atgcacagcc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ttgtagtgac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aaagcttata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aaatagaaga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attattctat</w:t>
      </w:r>
      <w:proofErr w:type="spellEnd"/>
    </w:p>
    <w:p w14:paraId="4A7ABAC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tcttatgcca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cacattctga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caaattcaca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gatggtgtat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gcctattttg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gaattgcaat</w:t>
      </w:r>
      <w:proofErr w:type="spellEnd"/>
    </w:p>
    <w:p w14:paraId="615BF28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gtcgatagat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atcctgctaa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ttccattgtt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tgtagatttg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acactagagt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gctatctaac</w:t>
      </w:r>
      <w:proofErr w:type="spellEnd"/>
    </w:p>
    <w:p w14:paraId="1F74128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cttaacttgc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ctggttgtga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tggtggcagt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ttgtatgtaa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ataaacatgc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attccacaca</w:t>
      </w:r>
      <w:proofErr w:type="spellEnd"/>
    </w:p>
    <w:p w14:paraId="42F713E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ccagcttttg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ataaaagtgc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ttttgttaat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ttaaaacaat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taccattttt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ctattactct</w:t>
      </w:r>
      <w:proofErr w:type="spellEnd"/>
    </w:p>
    <w:p w14:paraId="1BC2E5A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gacagtccat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gtgagtctca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tggaaaacaa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gtagtgtcag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atatagatta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tgtaccacta</w:t>
      </w:r>
      <w:proofErr w:type="spellEnd"/>
    </w:p>
    <w:p w14:paraId="1EF1DB2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aagtctgcta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cgtgtataac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acgttgcaat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ttaggtggtg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ctgtctgtag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acatcatgct</w:t>
      </w:r>
      <w:proofErr w:type="spellEnd"/>
    </w:p>
    <w:p w14:paraId="3F70BDE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aatgagtaca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gattgtatct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cgatgcttat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aacatgatga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tctcagctgg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ctttagcttg</w:t>
      </w:r>
      <w:proofErr w:type="spellEnd"/>
    </w:p>
    <w:p w14:paraId="63315DB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tgggtttaca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aacaatttga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tacttataac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ctctggaaca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cttttacaag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acttcagagt</w:t>
      </w:r>
      <w:proofErr w:type="spellEnd"/>
    </w:p>
    <w:p w14:paraId="77E534C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ttagaaaatg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tggcttttaa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tgttgtaaat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aagggacact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ttgatggaca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acagggtgaa</w:t>
      </w:r>
      <w:proofErr w:type="spellEnd"/>
    </w:p>
    <w:p w14:paraId="2F26CDC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gtaccagttt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ctatcattaa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taacactgtt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tacacaaaag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ttgatggtgt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tgatgtagaa</w:t>
      </w:r>
      <w:proofErr w:type="spellEnd"/>
    </w:p>
    <w:p w14:paraId="7EB1EFB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ttgtttgaaa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ataaaacaac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attacctgtt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aatgtagcat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ttgagctttg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ggctaagcgc</w:t>
      </w:r>
      <w:proofErr w:type="spellEnd"/>
    </w:p>
    <w:p w14:paraId="0B46FD5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aacattaaac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cagtaccaga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ggtgaaaata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ctcaataatt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tgggtgtgga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cattgctgct</w:t>
      </w:r>
      <w:proofErr w:type="spellEnd"/>
    </w:p>
    <w:p w14:paraId="3D71471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aatactgtga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tctgggacta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caaaagagat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gctccagcac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atatatctac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tattggtgtt</w:t>
      </w:r>
      <w:proofErr w:type="spellEnd"/>
    </w:p>
    <w:p w14:paraId="3DC0694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tgttctatga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ctgacatagc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caagaaacca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attgaaacga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tttgtgcacc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actcactgtc</w:t>
      </w:r>
      <w:proofErr w:type="spellEnd"/>
    </w:p>
    <w:p w14:paraId="1993F70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ttttttgatg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gtagagttga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tggtcaagta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gacttattta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gaaatgcccg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taatggtgtt</w:t>
      </w:r>
      <w:proofErr w:type="spellEnd"/>
    </w:p>
    <w:p w14:paraId="5C77A0E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cttattacag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agggtagtgt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taaaggttta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caaccatctg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taggtcccaa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acaagctagt</w:t>
      </w:r>
      <w:proofErr w:type="spellEnd"/>
    </w:p>
    <w:p w14:paraId="746498F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cttaatggag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tcacattaat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tggagaagcc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gtaaaaacac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agttcaatta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ttataagaaa</w:t>
      </w:r>
      <w:proofErr w:type="spellEnd"/>
    </w:p>
    <w:p w14:paraId="524CBD1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gttgatggtg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ttgtccaaca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attacctgaa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acttacttta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ctcagagtag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aaatttacaa</w:t>
      </w:r>
      <w:proofErr w:type="spellEnd"/>
    </w:p>
    <w:p w14:paraId="64FE8C9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gaatttaaac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ccaggagtca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aatggaaatt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gatttcttag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aattagctat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ggatgaattc</w:t>
      </w:r>
      <w:proofErr w:type="spellEnd"/>
    </w:p>
    <w:p w14:paraId="1464856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attgaacggt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ataaattaga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aggctatgcc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ttcgaacata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tcgtttatgg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agattttagt</w:t>
      </w:r>
      <w:proofErr w:type="spellEnd"/>
    </w:p>
    <w:p w14:paraId="6F5D8BC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catagtcagt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taggtggttt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acatctactg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attggactag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ctaaacgttt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taaggaatca</w:t>
      </w:r>
      <w:proofErr w:type="spellEnd"/>
    </w:p>
    <w:p w14:paraId="72C7BA8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ccttttgaat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tagaagattt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tattcctatg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gacagtacag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ttaaaaacta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tttcataaca</w:t>
      </w:r>
      <w:proofErr w:type="spellEnd"/>
    </w:p>
    <w:p w14:paraId="734B2B6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gatgcgcaaa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caggttcatc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taagtgtgtg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tgttctgtta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ttgatttatt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acttgatgat</w:t>
      </w:r>
      <w:proofErr w:type="spellEnd"/>
    </w:p>
    <w:p w14:paraId="25CCD2F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tttgttgaaa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taataaaatc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ccaagattta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tctgtagttt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ctaaggttgt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caaagtgact</w:t>
      </w:r>
      <w:proofErr w:type="spellEnd"/>
    </w:p>
    <w:p w14:paraId="3DC6A27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attgactata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cagaaatttc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atttatgctt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tggtgtaaag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atggccatgt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agaaacattt</w:t>
      </w:r>
      <w:proofErr w:type="spellEnd"/>
    </w:p>
    <w:p w14:paraId="0853099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tacccaaaat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tacaatctag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tcaagcgtgg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</w:t>
      </w:r>
    </w:p>
    <w:p w14:paraId="74A4C53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886 bp]    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"https://www.ncbi.nlm.nih.gov/nuccore/ON383919.1?expand-gaps=on" </w:instrTex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B53C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02DDDF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21500                     a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tgtttgtttt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tcttgtttta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ttgccactag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tctctagtca</w:t>
      </w:r>
      <w:proofErr w:type="spellEnd"/>
    </w:p>
    <w:p w14:paraId="2AAA100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gtgtgttaat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cttataacca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gaactcaatc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atacactaat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tctttcacac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gtggtgttta</w:t>
      </w:r>
      <w:proofErr w:type="spellEnd"/>
    </w:p>
    <w:p w14:paraId="59366DC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ttaccctgac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aaagttttca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gatcctcagt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tttacattca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actcaggact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tgttcttacc</w:t>
      </w:r>
      <w:proofErr w:type="spellEnd"/>
    </w:p>
    <w:p w14:paraId="181F62B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tttcttttcc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aatgttactt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ggttccatgc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tatacatgtc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tctgggacca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atggtactaa</w:t>
      </w:r>
      <w:proofErr w:type="spellEnd"/>
    </w:p>
    <w:p w14:paraId="0719AE2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gaggtttgat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aaccctgtcc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taccatttaa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tgatggtgtt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tattttgctt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ccactgagaa</w:t>
      </w:r>
      <w:proofErr w:type="spellEnd"/>
    </w:p>
    <w:p w14:paraId="7F3B4BE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gtctaacata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ataagaggct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ggatttttgg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tactacttta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gattcgaaga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cccagtccct</w:t>
      </w:r>
      <w:proofErr w:type="spellEnd"/>
    </w:p>
    <w:p w14:paraId="20DB1A0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acttattgtt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aataacgcta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ctaatgttgt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tattaaagtc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tgtgaatttc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aattttgtaa</w:t>
      </w:r>
      <w:proofErr w:type="spellEnd"/>
    </w:p>
    <w:p w14:paraId="108190C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tgatccattt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ttggatgttt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attaccacaa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aaacaacaaa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agttggatgg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aaagtgagtt</w:t>
      </w:r>
      <w:proofErr w:type="spellEnd"/>
    </w:p>
    <w:p w14:paraId="559BD1C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cagagtttat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tctagtgcga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ataattgcac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ttttgaatat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gtctctcagc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cttttcttat</w:t>
      </w:r>
      <w:proofErr w:type="spellEnd"/>
    </w:p>
    <w:p w14:paraId="55CC5F1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ggaccttgaa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ggaaaacagg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gtaatttcaa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aaatcttagg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gaatttgtgt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ttaagaatat</w:t>
      </w:r>
      <w:proofErr w:type="spellEnd"/>
    </w:p>
    <w:p w14:paraId="1C68E95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tgatggttat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tttaaaatat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attctaagca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cacgcctatt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aatttagggc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gtgatctccc</w:t>
      </w:r>
      <w:proofErr w:type="spellEnd"/>
    </w:p>
    <w:p w14:paraId="7FCCB5B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22141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tcagggtttt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tcggctttag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aaccattggt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agatttgcca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ataggtatta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acatcactag</w:t>
      </w:r>
      <w:proofErr w:type="spellEnd"/>
    </w:p>
    <w:p w14:paraId="6B6380F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gtttcaaact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ttacttgctt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tacatagaag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ttatttgact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cctggtgatt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cttcttcagg</w:t>
      </w:r>
      <w:proofErr w:type="spellEnd"/>
    </w:p>
    <w:p w14:paraId="6357AE7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ttggacagct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ggtgctgcag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cttattatgt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gggttatctt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caacctagga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cttttctatt</w:t>
      </w:r>
      <w:proofErr w:type="spellEnd"/>
    </w:p>
    <w:p w14:paraId="35CDF01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aaaatataat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gaaaatggaa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ccattacaga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tgctgtagac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tgtgcacttg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accctctctc</w:t>
      </w:r>
      <w:proofErr w:type="spellEnd"/>
    </w:p>
    <w:p w14:paraId="3881684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agaaacaaag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tgtacgttga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aatccttcac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tgtagaaaaa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ggaatctatc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aaacttctaa</w:t>
      </w:r>
      <w:proofErr w:type="spellEnd"/>
    </w:p>
    <w:p w14:paraId="578AE45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ctttagagtc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caaccaacag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aatctattgt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tagatttcct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aatattacaa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acttgtgccc</w:t>
      </w:r>
      <w:proofErr w:type="spellEnd"/>
    </w:p>
    <w:p w14:paraId="0666579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ttttgatgaa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gtttttaacg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ccaccagatt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tgcatctgtt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tatgcttgga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acaggaagag</w:t>
      </w:r>
      <w:proofErr w:type="spellEnd"/>
    </w:p>
    <w:p w14:paraId="1F3BE77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aatcagcaac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tgtgttgctg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attattctgt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cctatataat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ttcgcaccat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ttttcgcttt</w:t>
      </w:r>
      <w:proofErr w:type="spellEnd"/>
    </w:p>
    <w:p w14:paraId="582CB53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taagtgttat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ggagtgtctc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ctactaaatt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aaatgatctc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tgctttacta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atgtctatgc</w:t>
      </w:r>
      <w:proofErr w:type="spellEnd"/>
    </w:p>
    <w:p w14:paraId="46312D7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agattcattt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gtaattagag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gtaatgaagt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cagccaaatc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gctccagggc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aaactggaaa</w:t>
      </w:r>
      <w:proofErr w:type="spellEnd"/>
    </w:p>
    <w:p w14:paraId="67AAEFD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tattgctgat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tataattata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aattaccaga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tgattttaca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ggctgcgtta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tagcttggaa</w:t>
      </w:r>
      <w:proofErr w:type="spellEnd"/>
    </w:p>
    <w:p w14:paraId="23BF3C3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ttctaacaag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cttgattcta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aggttggtgg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taattataat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tacctgtata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gattgtttag</w:t>
      </w:r>
      <w:proofErr w:type="spellEnd"/>
    </w:p>
    <w:p w14:paraId="7A758CD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gaagtctaat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ctcaaacctt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ttgagagaga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tatttcaact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gaaatctatc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aggccggtaa</w:t>
      </w:r>
      <w:proofErr w:type="spellEnd"/>
    </w:p>
    <w:p w14:paraId="0AA8771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caaaccttgt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aatggtgttg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aaggttttaa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ttgttacttt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cctttacgat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catatggttt</w:t>
      </w:r>
      <w:proofErr w:type="spellEnd"/>
    </w:p>
    <w:p w14:paraId="7BEE3BC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ccgacccact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tatggtgttg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gtcaccaacc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atacagagta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gtagtacttt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cttttgaact</w:t>
      </w:r>
      <w:proofErr w:type="spellEnd"/>
    </w:p>
    <w:p w14:paraId="7D77E32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tctacatgca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ccagcaactg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tttgtggacc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taaaaagtct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actaatttgg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ttaaaaacaa</w:t>
      </w:r>
      <w:proofErr w:type="spellEnd"/>
    </w:p>
    <w:p w14:paraId="7B5279A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atgtgtcaat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ttcaacttca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atggtttaac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aggcacaggt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gttcttactg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agtctaacaa</w:t>
      </w:r>
      <w:proofErr w:type="spellEnd"/>
    </w:p>
    <w:p w14:paraId="2610F85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aaagtttctg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cctttccaac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aatttggcag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agacattgct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gacactactg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atgctgtccg</w:t>
      </w:r>
      <w:proofErr w:type="spellEnd"/>
    </w:p>
    <w:p w14:paraId="74132BB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tgatccacag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acacttgaga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ttcttgacat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tacaccatgt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tcttttggtg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gtgtcagtgt</w:t>
      </w:r>
      <w:proofErr w:type="spellEnd"/>
    </w:p>
    <w:p w14:paraId="1E81FC9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tataacacca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ggaacaaata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cttctaacca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ggttgctgtt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ctttatcagg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gtgttaactg</w:t>
      </w:r>
      <w:proofErr w:type="spellEnd"/>
    </w:p>
    <w:p w14:paraId="7BC38A9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cacagaagtc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cctgttgcta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ttcatgcaga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tcaacttact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cctacttggc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gtgtttattc</w:t>
      </w:r>
      <w:proofErr w:type="spellEnd"/>
    </w:p>
    <w:p w14:paraId="17A9828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tacaggttct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aatgtttttc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aaacacgtgc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aggctgttta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ataggggctg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aatatgtcaa</w:t>
      </w:r>
      <w:proofErr w:type="spellEnd"/>
    </w:p>
    <w:p w14:paraId="5D003DD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caactcatat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gagtgtgaca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tacccattgg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tgcaggtata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tgcgctagtt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atcagactca</w:t>
      </w:r>
      <w:proofErr w:type="spellEnd"/>
    </w:p>
    <w:p w14:paraId="6D515D0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gactaagtct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catcggcggg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cacgtagtgt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agctagtcaa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tccatcattg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cctacactat</w:t>
      </w:r>
      <w:proofErr w:type="spellEnd"/>
    </w:p>
    <w:p w14:paraId="656B0CB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gtcacttggt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gcagaaaatt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cagttgctta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ctctaataac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tctattgcca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tacccacaaa</w:t>
      </w:r>
      <w:proofErr w:type="spellEnd"/>
    </w:p>
    <w:p w14:paraId="56D4B33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ttttactatt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agtgttacca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cagaaattct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accagtgtct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atgaccaaga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catcagtaga</w:t>
      </w:r>
      <w:proofErr w:type="spellEnd"/>
    </w:p>
    <w:p w14:paraId="38EBDE7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ttgtacaatg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tacatttgtg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gtgattcaac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tgaatgcagc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aatcttttgt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tgcaatatgg</w:t>
      </w:r>
      <w:proofErr w:type="spellEnd"/>
    </w:p>
    <w:p w14:paraId="4BC1FF0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cagtttttgt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acacaattaa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aacgtgcttt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aactggaata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gctgttgaac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aagacaaaaa</w:t>
      </w:r>
      <w:proofErr w:type="spellEnd"/>
    </w:p>
    <w:p w14:paraId="6C6279A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cacccaagaa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gtttttgcac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aagtcaaaca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aatttacaaa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acaccaccaa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ttaaatattt</w:t>
      </w:r>
      <w:proofErr w:type="spellEnd"/>
    </w:p>
    <w:p w14:paraId="18E2C78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tggtggtttt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aatttttcac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aaatattacc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agatccatca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aaaccaagca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agaggtcatt</w:t>
      </w:r>
      <w:proofErr w:type="spellEnd"/>
    </w:p>
    <w:p w14:paraId="4F0D4C4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tattgaagat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ctacttttca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acaaagtgac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acttgcagat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gctggcttca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tcaaacaata</w:t>
      </w:r>
      <w:proofErr w:type="spellEnd"/>
    </w:p>
    <w:p w14:paraId="4C3314A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tggtgattgc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cttggtgata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ttgctgctag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agacctcatt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tgtgcacaaa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agtttaacgg</w:t>
      </w:r>
      <w:proofErr w:type="spellEnd"/>
    </w:p>
    <w:p w14:paraId="5EAC4FF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ccttactgtt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ttgccacctt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tgctcacaga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tgaaatgatt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gctcaataca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cttctgcact</w:t>
      </w:r>
      <w:proofErr w:type="spellEnd"/>
    </w:p>
    <w:p w14:paraId="138495E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gttagcgggt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acaatcactt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ctggttggac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ctttggtgca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ggtgctgcat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tacaaatacc</w:t>
      </w:r>
      <w:proofErr w:type="spellEnd"/>
    </w:p>
    <w:p w14:paraId="6077198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atttgctatg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caaatggctt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ataggtttaa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tggtattgga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gttacacaga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atgttctcta</w:t>
      </w:r>
      <w:proofErr w:type="spellEnd"/>
    </w:p>
    <w:p w14:paraId="541B37B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tgagaaccaa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aaattgattg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ccaaccaatt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taatagtgct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attggcaaaa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ttcaagactc</w:t>
      </w:r>
      <w:proofErr w:type="spellEnd"/>
    </w:p>
    <w:p w14:paraId="33365CD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actttcttcc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acagcaagtg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cacttggaaa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acttcaagat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gtggtcaacc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ataatgcaca</w:t>
      </w:r>
      <w:proofErr w:type="spellEnd"/>
    </w:p>
    <w:p w14:paraId="4794CF1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agctttaaac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acgcttgtta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aacaacttag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ctccaaattt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ggtgcaattt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caagtgtttt</w:t>
      </w:r>
      <w:proofErr w:type="spellEnd"/>
    </w:p>
    <w:p w14:paraId="32D9928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aaatgatatc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ctttcacgtc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ttgacaaagt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tgaggctgaa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gtgcaaattg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ataggttgat</w:t>
      </w:r>
      <w:proofErr w:type="spellEnd"/>
    </w:p>
    <w:p w14:paraId="5FD7117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cacaggcaga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cttcaaagtt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tgcagacata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tgtgactcaa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caattaatta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gagctgcaga</w:t>
      </w:r>
      <w:proofErr w:type="spellEnd"/>
    </w:p>
    <w:p w14:paraId="58C60CE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aatcagagct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tctgctaatc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ttgctgctac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taaaatgtca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gagtgtgtac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ttggacaatc</w:t>
      </w:r>
      <w:proofErr w:type="spellEnd"/>
    </w:p>
    <w:p w14:paraId="40EA9BE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aaaaagagtt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gatttttgtg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gaaagggcta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tcatcttatg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tccttccctc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agtcagcacc</w:t>
      </w:r>
      <w:proofErr w:type="spellEnd"/>
    </w:p>
    <w:p w14:paraId="036B51B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24661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tcatggtgta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gtcttcttgc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atgtgactta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tgtccctgca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caagaaaaga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acttcacaac</w:t>
      </w:r>
      <w:proofErr w:type="spellEnd"/>
    </w:p>
    <w:p w14:paraId="472ADC2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tgctcctgcc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atttgtcatg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atggaaaagc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acactttcct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cgtgaaggtg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tctttgtttc</w:t>
      </w:r>
      <w:proofErr w:type="spellEnd"/>
    </w:p>
    <w:p w14:paraId="524CBBF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aaatggcaca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cactggtttg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taacacaaag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gaatttttat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gaaccacaaa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tcattactac</w:t>
      </w:r>
      <w:proofErr w:type="spellEnd"/>
    </w:p>
    <w:p w14:paraId="64D450A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agacaacaca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tttgtgtctg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gtaactgtga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tgttgtaata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ggaattgtca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acaacacagt</w:t>
      </w:r>
      <w:proofErr w:type="spellEnd"/>
    </w:p>
    <w:p w14:paraId="40278AB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ttatgatcct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ttgcaacctg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aattagattc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attcaaggag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gagttagata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aatattttaa</w:t>
      </w:r>
      <w:proofErr w:type="spellEnd"/>
    </w:p>
    <w:p w14:paraId="480132B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gaatcataca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tcaccagatg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ttgatttagg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tgacatctct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ggcattaatg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cttcagttgt</w:t>
      </w:r>
      <w:proofErr w:type="spellEnd"/>
    </w:p>
    <w:p w14:paraId="71049FE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aaacattcaa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aaagaaattg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accgcctcaa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tgaggttgcc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aagaatttaa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atgaatctct</w:t>
      </w:r>
      <w:proofErr w:type="spellEnd"/>
    </w:p>
    <w:p w14:paraId="59783F6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catcgatctc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caagaacttg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gaaagtatga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gcagtatata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aaatggccat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ggtacatttg</w:t>
      </w:r>
      <w:proofErr w:type="spellEnd"/>
    </w:p>
    <w:p w14:paraId="7526545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gctaggtttt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atagctggct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tgattgccat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agtaatggtg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acaattatgc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tttgctgtat</w:t>
      </w:r>
      <w:proofErr w:type="spellEnd"/>
    </w:p>
    <w:p w14:paraId="5A7FB28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gaccagttgc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tgtagttgtc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tcaagggctg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ttgttcttgt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ggatcctgct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gcaaatttga</w:t>
      </w:r>
      <w:proofErr w:type="spellEnd"/>
    </w:p>
    <w:p w14:paraId="6FF1B6B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tgaagacgac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tctgagccag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tgctcaaagg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agtcaaatta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cattacacat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aaacgaactt</w:t>
      </w:r>
      <w:proofErr w:type="spellEnd"/>
    </w:p>
    <w:p w14:paraId="26FC89F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atggatttgt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ttatgagaat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cttcacaatt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ggaactgtaa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ctttgaagca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aggtgaaatc</w:t>
      </w:r>
      <w:proofErr w:type="spellEnd"/>
    </w:p>
    <w:p w14:paraId="414594C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aaggatgcta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ctccttcaga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ttttgttcgc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gctactgcaa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cgataccgat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acaagcctca</w:t>
      </w:r>
      <w:proofErr w:type="spellEnd"/>
    </w:p>
    <w:p w14:paraId="2569A48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ctccctttcg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gatggcttat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tgttggcgtt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gcacttcttg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ctgtttttca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gagcgcttcc</w:t>
      </w:r>
      <w:proofErr w:type="spellEnd"/>
    </w:p>
    <w:p w14:paraId="60D8DF9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aaaatcataa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ctctcaaaaa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gagatggcaa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ctagcactct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ccaagggtgt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tcactttgtt</w:t>
      </w:r>
      <w:proofErr w:type="spellEnd"/>
    </w:p>
    <w:p w14:paraId="7B07D32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tgcaacttgc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tgttgttgtt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tgtaacagtt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tactcacacc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ttttgctcgt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tgctgctggc</w:t>
      </w:r>
      <w:proofErr w:type="spellEnd"/>
    </w:p>
    <w:p w14:paraId="763BF9F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cttgaagccc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cttttctcta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tctttatgct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ttagtctact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tcttgcagag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tataaacttt</w:t>
      </w:r>
      <w:proofErr w:type="spellEnd"/>
    </w:p>
    <w:p w14:paraId="75F2977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gtaagaataa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taatgaggct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ttggctttgc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tggaaatgcc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gttccaaaaa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cccattattt</w:t>
      </w:r>
      <w:proofErr w:type="spellEnd"/>
    </w:p>
    <w:p w14:paraId="76A94C0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tatgatgcca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actattttct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ttgctggcat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actaattgtt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acgactattg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tataccttac</w:t>
      </w:r>
      <w:proofErr w:type="spellEnd"/>
    </w:p>
    <w:p w14:paraId="57D6915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aatagtgtaa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cttcttcaat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tgtcattact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tcaggtgatg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gcacaacaag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tcctatttct</w:t>
      </w:r>
      <w:proofErr w:type="spellEnd"/>
    </w:p>
    <w:p w14:paraId="5D93A17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gaacatgact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accagattgg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tggttatact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gaaaaatggg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aatctggagt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aaaagactgt</w:t>
      </w:r>
      <w:proofErr w:type="spellEnd"/>
    </w:p>
    <w:p w14:paraId="03A6DFD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gttgtattac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acagttactt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cacttcagac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tattaccagc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tgtactcaac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tcaattgagt</w:t>
      </w:r>
      <w:proofErr w:type="spellEnd"/>
    </w:p>
    <w:p w14:paraId="33E569F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acagacattg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gtgttgaaca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tgttaccttc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ttcatctaca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ataaaattgt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tgatgagcct</w:t>
      </w:r>
      <w:proofErr w:type="spellEnd"/>
    </w:p>
    <w:p w14:paraId="031EC0B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gaagaacatg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tccaaattca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cacaatcgac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ggttcatccg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gagttgttaa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tccagtaatg</w:t>
      </w:r>
      <w:proofErr w:type="spellEnd"/>
    </w:p>
    <w:p w14:paraId="4DD3BE6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gaaccaattt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atgatgaacc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gacgacgact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actagcgtgc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ctttgtaagc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acaagctgat</w:t>
      </w:r>
      <w:proofErr w:type="spellEnd"/>
    </w:p>
    <w:p w14:paraId="4F3BC59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gagtacgaac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ttatgtactc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attcgtttcg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gaagagatag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gtacgttaat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agttaatagc</w:t>
      </w:r>
      <w:proofErr w:type="spellEnd"/>
    </w:p>
    <w:p w14:paraId="43190D3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gtacttcttt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ttcttgcttt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cgtggtattc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ttgctagtta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cactagccat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ccttactgcg</w:t>
      </w:r>
      <w:proofErr w:type="spellEnd"/>
    </w:p>
    <w:p w14:paraId="331D20D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cttcgattgt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gtgcgtactg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ctgcaatatt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gttaacgtga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gtcttgtaaa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accttctttt</w:t>
      </w:r>
      <w:proofErr w:type="spellEnd"/>
    </w:p>
    <w:p w14:paraId="7F81CFD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tacgtttact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ctcgtgttaa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aaatctgaat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tcttctagag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ttcctgatct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tctggtctaa</w:t>
      </w:r>
      <w:proofErr w:type="spellEnd"/>
    </w:p>
    <w:p w14:paraId="320F4EF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acgaactaaa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tattatatta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gtttttctgt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ttggaacttt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aattttagcc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atggcagatt</w:t>
      </w:r>
      <w:proofErr w:type="spellEnd"/>
    </w:p>
    <w:p w14:paraId="1055F85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ccaacggtac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tattaccgtt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gaagagctta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aaaagctcct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tgaagaatgg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aacctagtaa</w:t>
      </w:r>
      <w:proofErr w:type="spellEnd"/>
    </w:p>
    <w:p w14:paraId="4D24A61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taggtttcct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attccttaca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tggatttgtc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ttctacaatt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tgcctatgcc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aacaggaata</w:t>
      </w:r>
      <w:proofErr w:type="spellEnd"/>
    </w:p>
    <w:p w14:paraId="1205096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ggtttttgta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tataattaag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ttaattttcc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tctggctgtt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atggccagta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actttaactt</w:t>
      </w:r>
      <w:proofErr w:type="spellEnd"/>
    </w:p>
    <w:p w14:paraId="664601E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gttttgtgct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tgctgctgtt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tacagaataa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attggatcac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cggtggaatt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gctatcgcaa</w:t>
      </w:r>
      <w:proofErr w:type="spellEnd"/>
    </w:p>
    <w:p w14:paraId="26C45DE1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tggcttgtct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tgtaggcttg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atgtggctca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gctacttcat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tgcttctttc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agactgtttg</w:t>
      </w:r>
      <w:proofErr w:type="spellEnd"/>
    </w:p>
    <w:p w14:paraId="56523B7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cgcgtacgcg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ttccatgtgg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tcatttaatc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cagaaactaa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cattcttctc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aacgtgccac</w:t>
      </w:r>
      <w:proofErr w:type="spellEnd"/>
    </w:p>
    <w:p w14:paraId="2BC0C71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tccatggcac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tattctgacc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agaccgcttc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tagaaagtga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actcgtaatc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ggagctgtga</w:t>
      </w:r>
      <w:proofErr w:type="spellEnd"/>
    </w:p>
    <w:p w14:paraId="1DA3467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tccttcgtgg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acatcttcgt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attgctggac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accatctagg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acgctgtgac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atcaaggacc</w:t>
      </w:r>
      <w:proofErr w:type="spellEnd"/>
    </w:p>
    <w:p w14:paraId="1BD29C5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tgcctaaaga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aatcactgtt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gctacatcac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gaacgctttc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ttattacaaa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ttgggagctt</w:t>
      </w:r>
      <w:proofErr w:type="spellEnd"/>
    </w:p>
    <w:p w14:paraId="79C4AB6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cgcagcgtgt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agcaggtgac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tcaggttttg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ctgcatacag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tcgctacagg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attggcaact</w:t>
      </w:r>
      <w:proofErr w:type="spellEnd"/>
    </w:p>
    <w:p w14:paraId="08F009D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ataaattaaa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cacagaccat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tccagtagca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gtgacaatat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tgctttgctt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gtacagtaag</w:t>
      </w:r>
      <w:proofErr w:type="spellEnd"/>
    </w:p>
    <w:p w14:paraId="7BB6A0A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tgacaacaga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tgtttcatct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cgttgacttt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caggttacta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tagcagagat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attactaatt</w:t>
      </w:r>
      <w:proofErr w:type="spellEnd"/>
    </w:p>
    <w:p w14:paraId="283ED45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27181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attatgcgga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cttttaaagt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ttccatttgg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aatcttgatt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acatcataaa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cctcataatt</w:t>
      </w:r>
      <w:proofErr w:type="spellEnd"/>
    </w:p>
    <w:p w14:paraId="0D647F7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aaaaatttat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ctaagtcact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aactgagaat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aaatattctc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aattagatga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agagcaacca</w:t>
      </w:r>
      <w:proofErr w:type="spellEnd"/>
    </w:p>
    <w:p w14:paraId="637A059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atggagattc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tctaaacgaa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catgaaaatt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attcttttct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tggcactgat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aacactcgct</w:t>
      </w:r>
      <w:proofErr w:type="spellEnd"/>
    </w:p>
    <w:p w14:paraId="5B354F2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acttgtgagc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tttatcacta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ccaagagtgt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gttagaggta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caacagtact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tttaaaagaa</w:t>
      </w:r>
      <w:proofErr w:type="spellEnd"/>
    </w:p>
    <w:p w14:paraId="2729F76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ccttgctctt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ctggaacata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cgagggcaat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tcaccatttc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atcctctagc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tgataacaaa</w:t>
      </w:r>
      <w:proofErr w:type="spellEnd"/>
    </w:p>
    <w:p w14:paraId="10046C9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tttgcactga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cttgctttag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cactcaattt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gcttttgctt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gtcctgacgg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cgtaaaacac</w:t>
      </w:r>
      <w:proofErr w:type="spellEnd"/>
    </w:p>
    <w:p w14:paraId="14C72F6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gtctatcagt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tacgtgccag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atcagtttca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cctaaactgt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tcatcagaca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agaggaagtt</w:t>
      </w:r>
      <w:proofErr w:type="spellEnd"/>
    </w:p>
    <w:p w14:paraId="38726BF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caagaacttt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actctccaat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ttttcttatt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gttgcggcaa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tagtgtttat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aacactttgc</w:t>
      </w:r>
      <w:proofErr w:type="spellEnd"/>
    </w:p>
    <w:p w14:paraId="18A5C67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ttcacactca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aaagaaagac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agaatgattg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aactttcatt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aattgacttc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tatttgtgct</w:t>
      </w:r>
      <w:proofErr w:type="spellEnd"/>
    </w:p>
    <w:p w14:paraId="2ABC93B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ttttagcctt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tctgttattc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cttgttttaa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ttatgcttat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tatcttttgg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ttctcacttg</w:t>
      </w:r>
      <w:proofErr w:type="spellEnd"/>
    </w:p>
    <w:p w14:paraId="1F7C637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aactgcaaga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tcataatgaa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acttgtcacg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cctaaacgaa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catgaaattt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cttgttttct</w:t>
      </w:r>
      <w:proofErr w:type="spellEnd"/>
    </w:p>
    <w:p w14:paraId="0200DA1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taggaatcat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cacaactgta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gctgcatttc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accaagaatg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tagtttacag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tcatgtactc</w:t>
      </w:r>
      <w:proofErr w:type="spellEnd"/>
    </w:p>
    <w:p w14:paraId="75BAB87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aacatcaacc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atatgtagtt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gatgacccgt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gtcctattca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cttctattct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aaatggtata</w:t>
      </w:r>
      <w:proofErr w:type="spellEnd"/>
    </w:p>
    <w:p w14:paraId="17434B2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ttagagtagg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agctagaaaa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tcagcacctt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taattgaatt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gtgcgtggat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gaggctggtt</w:t>
      </w:r>
      <w:proofErr w:type="spellEnd"/>
    </w:p>
    <w:p w14:paraId="0BA60DA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ctaaatcacc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cattcagtac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atcgatatcg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gtaattatac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agtttcctgt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ttacctttta</w:t>
      </w:r>
      <w:proofErr w:type="spellEnd"/>
    </w:p>
    <w:p w14:paraId="7C6773C5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caattaattg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ccaggaacct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aaattgggta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gtcttgtagt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gcgttgttcg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ttctatgaag</w:t>
      </w:r>
      <w:proofErr w:type="spellEnd"/>
    </w:p>
    <w:p w14:paraId="27D1492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actttttaga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gtatcatgac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gttcgtgttg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ttttagattt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catctaaacg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aacaaactta</w:t>
      </w:r>
      <w:proofErr w:type="spellEnd"/>
    </w:p>
    <w:p w14:paraId="22F0F98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aatgtctgat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aatggacccc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aaaatcagcg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aaatgcactc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cgcattacgt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ttggtggacc</w:t>
      </w:r>
      <w:proofErr w:type="spellEnd"/>
    </w:p>
    <w:p w14:paraId="11A149AC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ctcagattca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actggcagta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accagaatgg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tggggcgcga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tcaaaacaac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gtcggcccca</w:t>
      </w:r>
      <w:proofErr w:type="spellEnd"/>
    </w:p>
    <w:p w14:paraId="7394039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aggtttaccc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aataatactg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tgtcttggtt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caccgctctc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actcaacatg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gcaaggaaga</w:t>
      </w:r>
      <w:proofErr w:type="spellEnd"/>
    </w:p>
    <w:p w14:paraId="105B2D0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ccttaaattc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cctcgaggac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aaggcgttcc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aattaacacc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aatagcagtc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cagatgacca</w:t>
      </w:r>
      <w:proofErr w:type="spellEnd"/>
    </w:p>
    <w:p w14:paraId="14DAFF3F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aattggctac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taccgaagag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ctaccagacg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aattcgtggt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ggtgacggta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aaatgaaaga</w:t>
      </w:r>
      <w:proofErr w:type="spellEnd"/>
    </w:p>
    <w:p w14:paraId="307ED2F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tctcagtcca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agatggtatt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tctactacct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aggaactggg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ccagaagctg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gacttcccta</w:t>
      </w:r>
      <w:proofErr w:type="spellEnd"/>
    </w:p>
    <w:p w14:paraId="0C70986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tggtgctaac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aaagacggca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tcatatgggt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tgcaactgag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ggagccttga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atacaccaaa</w:t>
      </w:r>
      <w:proofErr w:type="spellEnd"/>
    </w:p>
    <w:p w14:paraId="5693DAF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agatcacatt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ggcacccgca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atcctgctaa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caatgctgca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atcgtgctac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aacttcctca</w:t>
      </w:r>
      <w:proofErr w:type="spellEnd"/>
    </w:p>
    <w:p w14:paraId="014357D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aggaacaaca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ttgccaaaag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gcttctacgc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agaagggagc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agaggcggca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gtcaagcctc</w:t>
      </w:r>
      <w:proofErr w:type="spellEnd"/>
    </w:p>
    <w:p w14:paraId="0F8DE2D2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ttctcgttcc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tcatcacgta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gtcgcaacag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ttcaagaaat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tcaactccag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gcagcagtaa</w:t>
      </w:r>
      <w:proofErr w:type="spellEnd"/>
    </w:p>
    <w:p w14:paraId="5143549A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acgaacttct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cctgctagaa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tggctggcaa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tggcggtgat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gctgctcttg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ctttgctgct</w:t>
      </w:r>
      <w:proofErr w:type="spellEnd"/>
    </w:p>
    <w:p w14:paraId="1F1173C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gcttgacaga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ttgaaccagc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ttgagagcaa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aatgtctggt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aaaggccaac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aacaacaagg</w:t>
      </w:r>
      <w:proofErr w:type="spellEnd"/>
    </w:p>
    <w:p w14:paraId="7B932A3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ccaaactgtc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actaagaaat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ctgctgctga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ggcttctaag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aagcctcggc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aaaaacgtac</w:t>
      </w:r>
      <w:proofErr w:type="spellEnd"/>
    </w:p>
    <w:p w14:paraId="57C7CED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tgccactaaa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gcatacaatg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taacacaagc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tttcggcaga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cgtggtccag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aacaaaccca</w:t>
      </w:r>
      <w:proofErr w:type="spellEnd"/>
    </w:p>
    <w:p w14:paraId="2757950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aggaaatttt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ggggaccagg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aactaatcag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acaaggaact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gattacaaac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attggccgca</w:t>
      </w:r>
      <w:proofErr w:type="spellEnd"/>
    </w:p>
    <w:p w14:paraId="65FD15D7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aattgcacaa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tttgccccca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gcgcttcagc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gttcttcgga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atgtcgcgca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ttggcatgga</w:t>
      </w:r>
      <w:proofErr w:type="spellEnd"/>
    </w:p>
    <w:p w14:paraId="393BD350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agtcacacct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tcgggaacgt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ggttgaccta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cacaggtgcc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atcaaattgg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atgacaaaga</w:t>
      </w:r>
      <w:proofErr w:type="spellEnd"/>
    </w:p>
    <w:p w14:paraId="472687B8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tccaaatttc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aaagatcaag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tcattttgct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gaataagcat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attgacgcat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acaaaacatt</w:t>
      </w:r>
      <w:proofErr w:type="spellEnd"/>
    </w:p>
    <w:p w14:paraId="2C3167A6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cccaccaaca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gagcctaaaa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aggacaaaaa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gaagaaggct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gatgaaactc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aagccttacc</w:t>
      </w:r>
      <w:proofErr w:type="spellEnd"/>
    </w:p>
    <w:p w14:paraId="7E6221EB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gcagagacag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aagaaacagc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aaactgtgac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tcttcttcct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gctgcagatt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tggatgattt</w:t>
      </w:r>
      <w:proofErr w:type="spellEnd"/>
    </w:p>
    <w:p w14:paraId="15BC33AD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ctccaaacaa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ttgcaacaat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ccatgagccg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tgctgactca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actcaggcct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aaactcatgc</w:t>
      </w:r>
      <w:proofErr w:type="spellEnd"/>
    </w:p>
    <w:p w14:paraId="70173EB3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agaccacaca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aggcagatgg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gctatataaa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cgttttcgct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tttccgttta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cgatatatag</w:t>
      </w:r>
      <w:proofErr w:type="spellEnd"/>
    </w:p>
    <w:p w14:paraId="46CD447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tctactcttg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tgcagaatga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attctcgtaa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ctacatagca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caagtagatg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tagttaactt</w:t>
      </w:r>
      <w:proofErr w:type="spellEnd"/>
    </w:p>
    <w:p w14:paraId="4BC8C214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taatctcaca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tagcaatctt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taatcagtgt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gtaacattag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ggaggacttg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aaagagccac</w:t>
      </w:r>
      <w:proofErr w:type="spellEnd"/>
    </w:p>
    <w:p w14:paraId="6FCA5739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</w:t>
      </w:r>
      <w:proofErr w:type="spellStart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>cacattttca</w:t>
      </w:r>
      <w:proofErr w:type="spellEnd"/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t xml:space="preserve"> c</w:t>
      </w:r>
    </w:p>
    <w:p w14:paraId="40811D5E" w14:textId="77777777" w:rsidR="00EB53CD" w:rsidRPr="00EB53CD" w:rsidRDefault="00EB53CD" w:rsidP="00EB53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B53C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//</w:t>
      </w:r>
    </w:p>
    <w:p w14:paraId="151C489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proofState w:spelling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CD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B53CD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28E7DD"/>
  <w15:chartTrackingRefBased/>
  <w15:docId w15:val="{905820A3-C39C-F244-92F8-A0736F8EA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9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4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9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8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5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25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10629</Words>
  <Characters>60587</Characters>
  <Application>Microsoft Office Word</Application>
  <DocSecurity>0</DocSecurity>
  <Lines>504</Lines>
  <Paragraphs>142</Paragraphs>
  <ScaleCrop>false</ScaleCrop>
  <Company/>
  <LinksUpToDate>false</LinksUpToDate>
  <CharactersWithSpaces>71074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2023-02-01T03:33:00Z</dcterms:created>
  <dcterms:modified xsi:type="dcterms:W3CDTF">2023-02-01T03:34:00Z</dcterms:modified>
</cp:coreProperties>
</file>